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2DF2B" w14:textId="77777777" w:rsidR="006E5D65" w:rsidRPr="00694A9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4A9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94A9F">
        <w:rPr>
          <w:rFonts w:ascii="Corbel" w:hAnsi="Corbel"/>
          <w:b/>
          <w:bCs/>
          <w:sz w:val="24"/>
          <w:szCs w:val="24"/>
        </w:rPr>
        <w:tab/>
      </w:r>
      <w:r w:rsidR="00CD6897" w:rsidRPr="00694A9F">
        <w:rPr>
          <w:rFonts w:ascii="Corbel" w:hAnsi="Corbel"/>
          <w:b/>
          <w:bCs/>
          <w:sz w:val="24"/>
          <w:szCs w:val="24"/>
        </w:rPr>
        <w:tab/>
      </w:r>
      <w:r w:rsidR="00CD6897" w:rsidRPr="00694A9F">
        <w:rPr>
          <w:rFonts w:ascii="Corbel" w:hAnsi="Corbel"/>
          <w:b/>
          <w:bCs/>
          <w:sz w:val="24"/>
          <w:szCs w:val="24"/>
        </w:rPr>
        <w:tab/>
      </w:r>
      <w:r w:rsidR="00CD6897" w:rsidRPr="00694A9F">
        <w:rPr>
          <w:rFonts w:ascii="Corbel" w:hAnsi="Corbel"/>
          <w:b/>
          <w:bCs/>
          <w:sz w:val="24"/>
          <w:szCs w:val="24"/>
        </w:rPr>
        <w:tab/>
      </w:r>
      <w:r w:rsidR="00CD6897" w:rsidRPr="00694A9F">
        <w:rPr>
          <w:rFonts w:ascii="Corbel" w:hAnsi="Corbel"/>
          <w:b/>
          <w:bCs/>
          <w:sz w:val="24"/>
          <w:szCs w:val="24"/>
        </w:rPr>
        <w:tab/>
      </w:r>
      <w:r w:rsidR="00CD6897" w:rsidRPr="00694A9F">
        <w:rPr>
          <w:rFonts w:ascii="Corbel" w:hAnsi="Corbel"/>
          <w:b/>
          <w:bCs/>
          <w:sz w:val="24"/>
          <w:szCs w:val="24"/>
        </w:rPr>
        <w:tab/>
      </w:r>
      <w:r w:rsidR="00D8678B" w:rsidRPr="00694A9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4A9F">
        <w:rPr>
          <w:rFonts w:ascii="Corbel" w:hAnsi="Corbel"/>
          <w:bCs/>
          <w:i/>
          <w:sz w:val="24"/>
          <w:szCs w:val="24"/>
        </w:rPr>
        <w:t>1.5</w:t>
      </w:r>
      <w:r w:rsidR="00D8678B" w:rsidRPr="00694A9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4A9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94A9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94A9F">
        <w:rPr>
          <w:rFonts w:ascii="Corbel" w:hAnsi="Corbel"/>
          <w:bCs/>
          <w:i/>
          <w:sz w:val="24"/>
          <w:szCs w:val="24"/>
        </w:rPr>
        <w:t>12/2019</w:t>
      </w:r>
    </w:p>
    <w:p w14:paraId="73282326" w14:textId="77777777" w:rsidR="0085747A" w:rsidRPr="00694A9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4A9F">
        <w:rPr>
          <w:rFonts w:ascii="Corbel" w:hAnsi="Corbel"/>
          <w:b/>
          <w:smallCaps/>
          <w:sz w:val="24"/>
          <w:szCs w:val="24"/>
        </w:rPr>
        <w:t>SYLABUS</w:t>
      </w:r>
      <w:r w:rsidR="00075425" w:rsidRPr="00694A9F">
        <w:rPr>
          <w:rFonts w:ascii="Corbel" w:hAnsi="Corbel"/>
          <w:b/>
          <w:smallCaps/>
          <w:sz w:val="24"/>
          <w:szCs w:val="24"/>
        </w:rPr>
        <w:t xml:space="preserve">    </w:t>
      </w:r>
    </w:p>
    <w:p w14:paraId="65D9614A" w14:textId="77777777" w:rsidR="0085747A" w:rsidRPr="00694A9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94A9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94A9F">
        <w:rPr>
          <w:rFonts w:ascii="Corbel" w:hAnsi="Corbel"/>
          <w:b/>
          <w:smallCaps/>
          <w:sz w:val="24"/>
          <w:szCs w:val="24"/>
        </w:rPr>
        <w:t xml:space="preserve"> </w:t>
      </w:r>
      <w:r w:rsidR="00DA4EBE" w:rsidRPr="00694A9F">
        <w:rPr>
          <w:rFonts w:ascii="Corbel" w:hAnsi="Corbel"/>
          <w:i/>
          <w:smallCaps/>
          <w:sz w:val="24"/>
          <w:szCs w:val="24"/>
        </w:rPr>
        <w:t>2019-2022</w:t>
      </w:r>
    </w:p>
    <w:p w14:paraId="5F7630B8" w14:textId="77777777" w:rsidR="0085747A" w:rsidRPr="00694A9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94A9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94A9F">
        <w:rPr>
          <w:rFonts w:ascii="Corbel" w:hAnsi="Corbel"/>
          <w:i/>
          <w:sz w:val="24"/>
          <w:szCs w:val="24"/>
        </w:rPr>
        <w:t>(skrajne daty</w:t>
      </w:r>
      <w:r w:rsidR="0085747A" w:rsidRPr="00694A9F">
        <w:rPr>
          <w:rFonts w:ascii="Corbel" w:hAnsi="Corbel"/>
          <w:sz w:val="24"/>
          <w:szCs w:val="24"/>
        </w:rPr>
        <w:t>)</w:t>
      </w:r>
    </w:p>
    <w:p w14:paraId="5437DEB4" w14:textId="33467BC7" w:rsidR="00445970" w:rsidRPr="00694A9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94A9F">
        <w:rPr>
          <w:rFonts w:ascii="Corbel" w:hAnsi="Corbel"/>
          <w:sz w:val="24"/>
          <w:szCs w:val="24"/>
        </w:rPr>
        <w:tab/>
      </w:r>
      <w:r w:rsidRPr="00694A9F">
        <w:rPr>
          <w:rFonts w:ascii="Corbel" w:hAnsi="Corbel"/>
          <w:sz w:val="24"/>
          <w:szCs w:val="24"/>
        </w:rPr>
        <w:tab/>
      </w:r>
      <w:r w:rsidRPr="00694A9F">
        <w:rPr>
          <w:rFonts w:ascii="Corbel" w:hAnsi="Corbel"/>
          <w:sz w:val="24"/>
          <w:szCs w:val="24"/>
        </w:rPr>
        <w:tab/>
      </w:r>
      <w:r w:rsidRPr="00694A9F">
        <w:rPr>
          <w:rFonts w:ascii="Corbel" w:hAnsi="Corbel"/>
          <w:sz w:val="24"/>
          <w:szCs w:val="24"/>
        </w:rPr>
        <w:tab/>
        <w:t xml:space="preserve">Rok akademicki   </w:t>
      </w:r>
      <w:r w:rsidR="00354478" w:rsidRPr="00694A9F">
        <w:rPr>
          <w:rFonts w:ascii="Corbel" w:hAnsi="Corbel"/>
          <w:sz w:val="24"/>
          <w:szCs w:val="24"/>
        </w:rPr>
        <w:t>2020/2021</w:t>
      </w:r>
    </w:p>
    <w:p w14:paraId="7E6793C0" w14:textId="77777777" w:rsidR="0085747A" w:rsidRPr="00694A9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9C3052" w14:textId="77777777" w:rsidR="0085747A" w:rsidRPr="00694A9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4A9F">
        <w:rPr>
          <w:rFonts w:ascii="Corbel" w:hAnsi="Corbel"/>
          <w:szCs w:val="24"/>
        </w:rPr>
        <w:t xml:space="preserve">1. </w:t>
      </w:r>
      <w:r w:rsidR="0085747A" w:rsidRPr="00694A9F">
        <w:rPr>
          <w:rFonts w:ascii="Corbel" w:hAnsi="Corbel"/>
          <w:szCs w:val="24"/>
        </w:rPr>
        <w:t xml:space="preserve">Podstawowe </w:t>
      </w:r>
      <w:r w:rsidR="00445970" w:rsidRPr="00694A9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4A9F" w14:paraId="6BDED57D" w14:textId="77777777" w:rsidTr="00AB7391">
        <w:tc>
          <w:tcPr>
            <w:tcW w:w="2694" w:type="dxa"/>
            <w:vAlign w:val="center"/>
          </w:tcPr>
          <w:p w14:paraId="10F6B87F" w14:textId="77777777" w:rsidR="0085747A" w:rsidRPr="00694A9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109988" w14:textId="77777777" w:rsidR="0085747A" w:rsidRPr="00694A9F" w:rsidRDefault="00B366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Profilaktyka wypalenia zawodowego</w:t>
            </w:r>
          </w:p>
        </w:tc>
      </w:tr>
      <w:tr w:rsidR="0085747A" w:rsidRPr="00694A9F" w14:paraId="03037307" w14:textId="77777777" w:rsidTr="00AB7391">
        <w:tc>
          <w:tcPr>
            <w:tcW w:w="2694" w:type="dxa"/>
            <w:vAlign w:val="center"/>
          </w:tcPr>
          <w:p w14:paraId="5EB10981" w14:textId="77777777" w:rsidR="0085747A" w:rsidRPr="00694A9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4A9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C685AF" w14:textId="77777777" w:rsidR="0085747A" w:rsidRPr="00694A9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94A9F" w14:paraId="4A303036" w14:textId="77777777" w:rsidTr="00AB7391">
        <w:tc>
          <w:tcPr>
            <w:tcW w:w="2694" w:type="dxa"/>
            <w:vAlign w:val="center"/>
          </w:tcPr>
          <w:p w14:paraId="36608EF6" w14:textId="77777777" w:rsidR="0085747A" w:rsidRPr="00694A9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94A9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594EC9" w14:textId="02CE4360" w:rsidR="0085747A" w:rsidRPr="00694A9F" w:rsidRDefault="00694A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4A9F" w14:paraId="112282F8" w14:textId="77777777" w:rsidTr="00AB7391">
        <w:tc>
          <w:tcPr>
            <w:tcW w:w="2694" w:type="dxa"/>
            <w:vAlign w:val="center"/>
          </w:tcPr>
          <w:p w14:paraId="35B6747D" w14:textId="77777777" w:rsidR="0085747A" w:rsidRPr="00694A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39FB654" w14:textId="6F997EA5" w:rsidR="0085747A" w:rsidRPr="00694A9F" w:rsidRDefault="00694A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B7391" w:rsidRPr="00694A9F" w14:paraId="4EC27CA2" w14:textId="77777777" w:rsidTr="00AB7391">
        <w:tc>
          <w:tcPr>
            <w:tcW w:w="2694" w:type="dxa"/>
            <w:vAlign w:val="center"/>
          </w:tcPr>
          <w:p w14:paraId="74071E63" w14:textId="77777777" w:rsidR="00AB7391" w:rsidRPr="00694A9F" w:rsidRDefault="00AB7391" w:rsidP="00AB73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025A1F1" w14:textId="77777777" w:rsidR="00AB7391" w:rsidRPr="00694A9F" w:rsidRDefault="00AB7391" w:rsidP="00AB73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4A9F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694A9F" w14:paraId="541E17DB" w14:textId="77777777" w:rsidTr="00AB7391">
        <w:tc>
          <w:tcPr>
            <w:tcW w:w="2694" w:type="dxa"/>
            <w:vAlign w:val="center"/>
          </w:tcPr>
          <w:p w14:paraId="163423C7" w14:textId="77777777" w:rsidR="0085747A" w:rsidRPr="00694A9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4D435C" w14:textId="77777777" w:rsidR="0085747A" w:rsidRPr="00694A9F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4A9F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4A9F" w14:paraId="66403700" w14:textId="77777777" w:rsidTr="00AB7391">
        <w:tc>
          <w:tcPr>
            <w:tcW w:w="2694" w:type="dxa"/>
            <w:vAlign w:val="center"/>
          </w:tcPr>
          <w:p w14:paraId="21861AEE" w14:textId="77777777" w:rsidR="0085747A" w:rsidRPr="00694A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C3E54B" w14:textId="77777777" w:rsidR="0085747A" w:rsidRPr="00694A9F" w:rsidRDefault="00D859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4A9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94A9F" w14:paraId="0FEA65CD" w14:textId="77777777" w:rsidTr="00AB7391">
        <w:tc>
          <w:tcPr>
            <w:tcW w:w="2694" w:type="dxa"/>
            <w:vAlign w:val="center"/>
          </w:tcPr>
          <w:p w14:paraId="488AE326" w14:textId="77777777" w:rsidR="0085747A" w:rsidRPr="00694A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3391514" w14:textId="3F211E59" w:rsidR="0085747A" w:rsidRPr="00694A9F" w:rsidRDefault="00EB0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4A9F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 w:rsidRPr="00694A9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94A9F" w14:paraId="3F9ECF2E" w14:textId="77777777" w:rsidTr="00AB7391">
        <w:tc>
          <w:tcPr>
            <w:tcW w:w="2694" w:type="dxa"/>
            <w:vAlign w:val="center"/>
          </w:tcPr>
          <w:p w14:paraId="2E503287" w14:textId="77777777" w:rsidR="0085747A" w:rsidRPr="00694A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4A9F">
              <w:rPr>
                <w:rFonts w:ascii="Corbel" w:hAnsi="Corbel"/>
                <w:sz w:val="24"/>
                <w:szCs w:val="24"/>
              </w:rPr>
              <w:t>/y</w:t>
            </w:r>
            <w:r w:rsidRPr="00694A9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AF42B4" w14:textId="6F1351DC" w:rsidR="0085747A" w:rsidRPr="00694A9F" w:rsidRDefault="00A76935" w:rsidP="00A769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4A9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B7391" w:rsidRPr="00694A9F">
              <w:rPr>
                <w:rFonts w:ascii="Corbel" w:hAnsi="Corbel"/>
                <w:b w:val="0"/>
                <w:sz w:val="24"/>
                <w:szCs w:val="24"/>
              </w:rPr>
              <w:t>I rok</w:t>
            </w:r>
            <w:r w:rsidR="00312127" w:rsidRPr="00694A9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694A9F">
              <w:rPr>
                <w:rFonts w:ascii="Corbel" w:hAnsi="Corbel"/>
                <w:b w:val="0"/>
                <w:sz w:val="24"/>
                <w:szCs w:val="24"/>
              </w:rPr>
              <w:t xml:space="preserve">4. </w:t>
            </w:r>
            <w:r w:rsidR="00312127" w:rsidRPr="00694A9F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694A9F" w14:paraId="65FE7B06" w14:textId="77777777" w:rsidTr="00AB7391">
        <w:tc>
          <w:tcPr>
            <w:tcW w:w="2694" w:type="dxa"/>
            <w:vAlign w:val="center"/>
          </w:tcPr>
          <w:p w14:paraId="4A7EDEBE" w14:textId="77777777" w:rsidR="0085747A" w:rsidRPr="00694A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034005C" w14:textId="77777777" w:rsidR="0085747A" w:rsidRPr="00694A9F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4A9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694A9F" w14:paraId="0EFF6E32" w14:textId="77777777" w:rsidTr="00AB7391">
        <w:tc>
          <w:tcPr>
            <w:tcW w:w="2694" w:type="dxa"/>
            <w:vAlign w:val="center"/>
          </w:tcPr>
          <w:p w14:paraId="6EC27875" w14:textId="77777777" w:rsidR="00923D7D" w:rsidRPr="00694A9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942295" w14:textId="77777777" w:rsidR="00923D7D" w:rsidRPr="00694A9F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4A9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4A9F" w14:paraId="0640DDC5" w14:textId="77777777" w:rsidTr="00AB7391">
        <w:tc>
          <w:tcPr>
            <w:tcW w:w="2694" w:type="dxa"/>
            <w:vAlign w:val="center"/>
          </w:tcPr>
          <w:p w14:paraId="78333340" w14:textId="77777777" w:rsidR="0085747A" w:rsidRPr="00694A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421C34" w14:textId="77777777" w:rsidR="0085747A" w:rsidRPr="00694A9F" w:rsidRDefault="00AB73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4A9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05AAD" w:rsidRPr="00694A9F">
              <w:rPr>
                <w:rFonts w:ascii="Corbel" w:hAnsi="Corbel"/>
                <w:b w:val="0"/>
                <w:sz w:val="24"/>
                <w:szCs w:val="24"/>
              </w:rPr>
              <w:t>r Zbigniew Chodkowski</w:t>
            </w:r>
          </w:p>
        </w:tc>
      </w:tr>
      <w:tr w:rsidR="0085747A" w:rsidRPr="00694A9F" w14:paraId="2482EA89" w14:textId="77777777" w:rsidTr="00AB7391">
        <w:tc>
          <w:tcPr>
            <w:tcW w:w="2694" w:type="dxa"/>
            <w:vAlign w:val="center"/>
          </w:tcPr>
          <w:p w14:paraId="0188911B" w14:textId="77777777" w:rsidR="0085747A" w:rsidRPr="00694A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377AC" w14:textId="77777777" w:rsidR="0085747A" w:rsidRPr="00694A9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D6C621C" w14:textId="77777777" w:rsidR="0085747A" w:rsidRPr="00694A9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4A9F">
        <w:rPr>
          <w:rFonts w:ascii="Corbel" w:hAnsi="Corbel"/>
          <w:sz w:val="24"/>
          <w:szCs w:val="24"/>
        </w:rPr>
        <w:t xml:space="preserve">* </w:t>
      </w:r>
      <w:r w:rsidRPr="00694A9F">
        <w:rPr>
          <w:rFonts w:ascii="Corbel" w:hAnsi="Corbel"/>
          <w:i/>
          <w:sz w:val="24"/>
          <w:szCs w:val="24"/>
        </w:rPr>
        <w:t>-</w:t>
      </w:r>
      <w:r w:rsidR="00B90885" w:rsidRPr="00694A9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4A9F">
        <w:rPr>
          <w:rFonts w:ascii="Corbel" w:hAnsi="Corbel"/>
          <w:b w:val="0"/>
          <w:sz w:val="24"/>
          <w:szCs w:val="24"/>
        </w:rPr>
        <w:t>e,</w:t>
      </w:r>
      <w:r w:rsidRPr="00694A9F">
        <w:rPr>
          <w:rFonts w:ascii="Corbel" w:hAnsi="Corbel"/>
          <w:i/>
          <w:sz w:val="24"/>
          <w:szCs w:val="24"/>
        </w:rPr>
        <w:t xml:space="preserve"> </w:t>
      </w:r>
      <w:r w:rsidRPr="00694A9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4A9F">
        <w:rPr>
          <w:rFonts w:ascii="Corbel" w:hAnsi="Corbel"/>
          <w:b w:val="0"/>
          <w:i/>
          <w:sz w:val="24"/>
          <w:szCs w:val="24"/>
        </w:rPr>
        <w:t>w Jednostce</w:t>
      </w:r>
    </w:p>
    <w:p w14:paraId="51FCABEE" w14:textId="77777777" w:rsidR="00923D7D" w:rsidRPr="00694A9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5CA88B" w14:textId="77777777" w:rsidR="0085747A" w:rsidRPr="00694A9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4A9F">
        <w:rPr>
          <w:rFonts w:ascii="Corbel" w:hAnsi="Corbel"/>
          <w:sz w:val="24"/>
          <w:szCs w:val="24"/>
        </w:rPr>
        <w:t>1.</w:t>
      </w:r>
      <w:r w:rsidR="00E22FBC" w:rsidRPr="00694A9F">
        <w:rPr>
          <w:rFonts w:ascii="Corbel" w:hAnsi="Corbel"/>
          <w:sz w:val="24"/>
          <w:szCs w:val="24"/>
        </w:rPr>
        <w:t>1</w:t>
      </w:r>
      <w:r w:rsidRPr="00694A9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EBAC998" w14:textId="77777777" w:rsidR="00923D7D" w:rsidRPr="00694A9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94A9F" w14:paraId="272C9A3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91AD" w14:textId="77777777" w:rsidR="00015B8F" w:rsidRPr="00694A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4A9F">
              <w:rPr>
                <w:rFonts w:ascii="Corbel" w:hAnsi="Corbel"/>
                <w:szCs w:val="24"/>
              </w:rPr>
              <w:t>Semestr</w:t>
            </w:r>
          </w:p>
          <w:p w14:paraId="4BE5824C" w14:textId="77777777" w:rsidR="00015B8F" w:rsidRPr="00694A9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4A9F">
              <w:rPr>
                <w:rFonts w:ascii="Corbel" w:hAnsi="Corbel"/>
                <w:szCs w:val="24"/>
              </w:rPr>
              <w:t>(</w:t>
            </w:r>
            <w:r w:rsidR="00363F78" w:rsidRPr="00694A9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7F64" w14:textId="77777777" w:rsidR="00015B8F" w:rsidRPr="00694A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4A9F">
              <w:rPr>
                <w:rFonts w:ascii="Corbel" w:hAnsi="Corbel"/>
                <w:szCs w:val="24"/>
              </w:rPr>
              <w:t>Wykł</w:t>
            </w:r>
            <w:proofErr w:type="spellEnd"/>
            <w:r w:rsidRPr="00694A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FABE" w14:textId="77777777" w:rsidR="00015B8F" w:rsidRPr="00694A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4A9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594" w14:textId="77777777" w:rsidR="00015B8F" w:rsidRPr="00694A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4A9F">
              <w:rPr>
                <w:rFonts w:ascii="Corbel" w:hAnsi="Corbel"/>
                <w:szCs w:val="24"/>
              </w:rPr>
              <w:t>Konw</w:t>
            </w:r>
            <w:proofErr w:type="spellEnd"/>
            <w:r w:rsidRPr="00694A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9E57" w14:textId="77777777" w:rsidR="00015B8F" w:rsidRPr="00694A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4A9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45B3" w14:textId="77777777" w:rsidR="00015B8F" w:rsidRPr="00694A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4A9F">
              <w:rPr>
                <w:rFonts w:ascii="Corbel" w:hAnsi="Corbel"/>
                <w:szCs w:val="24"/>
              </w:rPr>
              <w:t>Sem</w:t>
            </w:r>
            <w:proofErr w:type="spellEnd"/>
            <w:r w:rsidRPr="00694A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8B28E" w14:textId="77777777" w:rsidR="00015B8F" w:rsidRPr="00694A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4A9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B2DA" w14:textId="77777777" w:rsidR="00015B8F" w:rsidRPr="00694A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94A9F">
              <w:rPr>
                <w:rFonts w:ascii="Corbel" w:hAnsi="Corbel"/>
                <w:szCs w:val="24"/>
              </w:rPr>
              <w:t>Prakt</w:t>
            </w:r>
            <w:proofErr w:type="spellEnd"/>
            <w:r w:rsidRPr="00694A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810B0" w14:textId="77777777" w:rsidR="00015B8F" w:rsidRPr="00694A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4A9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1252" w14:textId="77777777" w:rsidR="00015B8F" w:rsidRPr="00694A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4A9F">
              <w:rPr>
                <w:rFonts w:ascii="Corbel" w:hAnsi="Corbel"/>
                <w:b/>
                <w:szCs w:val="24"/>
              </w:rPr>
              <w:t>Liczba pkt</w:t>
            </w:r>
            <w:r w:rsidR="00B90885" w:rsidRPr="00694A9F">
              <w:rPr>
                <w:rFonts w:ascii="Corbel" w:hAnsi="Corbel"/>
                <w:b/>
                <w:szCs w:val="24"/>
              </w:rPr>
              <w:t>.</w:t>
            </w:r>
            <w:r w:rsidRPr="00694A9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94A9F" w14:paraId="1A848F44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4CA7" w14:textId="77777777" w:rsidR="00015B8F" w:rsidRPr="00694A9F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9B9A" w14:textId="77777777" w:rsidR="00015B8F" w:rsidRPr="00694A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4361" w14:textId="1B52A237" w:rsidR="00015B8F" w:rsidRPr="00694A9F" w:rsidRDefault="004321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B14F" w14:textId="77777777" w:rsidR="00015B8F" w:rsidRPr="00694A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1211" w14:textId="77777777" w:rsidR="00015B8F" w:rsidRPr="00694A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0572" w14:textId="77777777" w:rsidR="00015B8F" w:rsidRPr="00694A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B637" w14:textId="77777777" w:rsidR="00015B8F" w:rsidRPr="00694A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209D" w14:textId="77777777" w:rsidR="00015B8F" w:rsidRPr="00694A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0F8F" w14:textId="77777777" w:rsidR="00015B8F" w:rsidRPr="00694A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C9C5" w14:textId="77777777" w:rsidR="00015B8F" w:rsidRPr="00694A9F" w:rsidRDefault="00D859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694A9F" w14:paraId="485E98DE" w14:textId="77777777" w:rsidTr="0069397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F18D" w14:textId="77777777" w:rsidR="0030395F" w:rsidRPr="00694A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7A3DC" w14:textId="77777777" w:rsidR="0030395F" w:rsidRPr="00694A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0F81" w14:textId="77777777" w:rsidR="0030395F" w:rsidRPr="00694A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DA6DF" w14:textId="77777777" w:rsidR="0030395F" w:rsidRPr="00694A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79F24" w14:textId="77777777" w:rsidR="0030395F" w:rsidRPr="00694A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F1A9" w14:textId="77777777" w:rsidR="0030395F" w:rsidRPr="00694A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A21B" w14:textId="77777777" w:rsidR="0030395F" w:rsidRPr="00694A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CB1D" w14:textId="77777777" w:rsidR="0030395F" w:rsidRPr="00694A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E131" w14:textId="77777777" w:rsidR="0030395F" w:rsidRPr="00694A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DD7C" w14:textId="77777777" w:rsidR="0030395F" w:rsidRPr="00694A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01B46AD" w14:textId="77777777" w:rsidR="00923D7D" w:rsidRPr="00694A9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465E" w14:textId="77777777" w:rsidR="00923D7D" w:rsidRPr="00694A9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E5F772A" w14:textId="77777777" w:rsidR="0085747A" w:rsidRPr="00694A9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94A9F">
        <w:rPr>
          <w:rFonts w:ascii="Corbel" w:hAnsi="Corbel"/>
          <w:smallCaps w:val="0"/>
          <w:szCs w:val="24"/>
        </w:rPr>
        <w:t>1.</w:t>
      </w:r>
      <w:r w:rsidR="00E22FBC" w:rsidRPr="00694A9F">
        <w:rPr>
          <w:rFonts w:ascii="Corbel" w:hAnsi="Corbel"/>
          <w:smallCaps w:val="0"/>
          <w:szCs w:val="24"/>
        </w:rPr>
        <w:t>2</w:t>
      </w:r>
      <w:r w:rsidR="00F83B28" w:rsidRPr="00694A9F">
        <w:rPr>
          <w:rFonts w:ascii="Corbel" w:hAnsi="Corbel"/>
          <w:smallCaps w:val="0"/>
          <w:szCs w:val="24"/>
        </w:rPr>
        <w:t>.</w:t>
      </w:r>
      <w:r w:rsidR="00F83B28" w:rsidRPr="00694A9F">
        <w:rPr>
          <w:rFonts w:ascii="Corbel" w:hAnsi="Corbel"/>
          <w:smallCaps w:val="0"/>
          <w:szCs w:val="24"/>
        </w:rPr>
        <w:tab/>
      </w:r>
      <w:r w:rsidRPr="00694A9F">
        <w:rPr>
          <w:rFonts w:ascii="Corbel" w:hAnsi="Corbel"/>
          <w:smallCaps w:val="0"/>
          <w:szCs w:val="24"/>
        </w:rPr>
        <w:t xml:space="preserve">Sposób realizacji zajęć  </w:t>
      </w:r>
    </w:p>
    <w:p w14:paraId="4F6B5921" w14:textId="77777777" w:rsidR="0085747A" w:rsidRPr="00694A9F" w:rsidRDefault="00AB739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94A9F">
        <w:rPr>
          <w:rFonts w:ascii="Corbel" w:eastAsia="MS Gothic" w:hAnsi="Corbel"/>
          <w:b w:val="0"/>
          <w:szCs w:val="24"/>
        </w:rPr>
        <w:sym w:font="Wingdings" w:char="F0FE"/>
      </w:r>
      <w:r w:rsidR="002B35B5" w:rsidRPr="00694A9F">
        <w:rPr>
          <w:rFonts w:ascii="Corbel" w:eastAsia="MS Gothic" w:hAnsi="Corbel" w:cs="MS Gothic"/>
          <w:b w:val="0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3B2780" wp14:editId="2367251B">
                <wp:simplePos x="0" y="0"/>
                <wp:positionH relativeFrom="column">
                  <wp:posOffset>473710</wp:posOffset>
                </wp:positionH>
                <wp:positionV relativeFrom="paragraph">
                  <wp:posOffset>46990</wp:posOffset>
                </wp:positionV>
                <wp:extent cx="101600" cy="96520"/>
                <wp:effectExtent l="0" t="0" r="31750" b="3683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1600" cy="965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7763656" id="Łącznik prosty 3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pt,3.7pt" to="45.3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" strokecolor="#4579b8 [3044]">
                <o:lock v:ext="edit" shapetype="f"/>
              </v:line>
            </w:pict>
          </mc:Fallback>
        </mc:AlternateContent>
      </w:r>
      <w:r w:rsidR="0085747A" w:rsidRPr="00694A9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471CC7" w14:textId="77777777" w:rsidR="0085747A" w:rsidRPr="00694A9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94A9F">
        <w:rPr>
          <w:rFonts w:ascii="MS Gothic" w:eastAsia="MS Gothic" w:hAnsi="MS Gothic" w:cs="MS Gothic" w:hint="eastAsia"/>
          <w:b w:val="0"/>
          <w:szCs w:val="24"/>
        </w:rPr>
        <w:t>☐</w:t>
      </w:r>
      <w:r w:rsidRPr="00694A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727FDAD" w14:textId="77777777" w:rsidR="0085747A" w:rsidRPr="00694A9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3B813A" w14:textId="77777777" w:rsidR="00E22FBC" w:rsidRPr="00694A9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4A9F">
        <w:rPr>
          <w:rFonts w:ascii="Corbel" w:hAnsi="Corbel"/>
          <w:smallCaps w:val="0"/>
          <w:szCs w:val="24"/>
        </w:rPr>
        <w:t xml:space="preserve">1.3 </w:t>
      </w:r>
      <w:r w:rsidR="00F83B28" w:rsidRPr="00694A9F">
        <w:rPr>
          <w:rFonts w:ascii="Corbel" w:hAnsi="Corbel"/>
          <w:smallCaps w:val="0"/>
          <w:szCs w:val="24"/>
        </w:rPr>
        <w:tab/>
      </w:r>
      <w:r w:rsidRPr="00694A9F">
        <w:rPr>
          <w:rFonts w:ascii="Corbel" w:hAnsi="Corbel"/>
          <w:smallCaps w:val="0"/>
          <w:szCs w:val="24"/>
        </w:rPr>
        <w:t>For</w:t>
      </w:r>
      <w:r w:rsidR="00445970" w:rsidRPr="00694A9F">
        <w:rPr>
          <w:rFonts w:ascii="Corbel" w:hAnsi="Corbel"/>
          <w:smallCaps w:val="0"/>
          <w:szCs w:val="24"/>
        </w:rPr>
        <w:t xml:space="preserve">ma zaliczenia przedmiotu </w:t>
      </w:r>
      <w:r w:rsidRPr="00694A9F">
        <w:rPr>
          <w:rFonts w:ascii="Corbel" w:hAnsi="Corbel"/>
          <w:smallCaps w:val="0"/>
          <w:szCs w:val="24"/>
        </w:rPr>
        <w:t xml:space="preserve"> (z toku) </w:t>
      </w:r>
      <w:r w:rsidRPr="00694A9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DFA01" w14:textId="6E9C7D38" w:rsidR="00E960BB" w:rsidRPr="00694A9F" w:rsidRDefault="00AB7391" w:rsidP="00694A9F">
      <w:pPr>
        <w:ind w:left="709"/>
        <w:rPr>
          <w:rFonts w:ascii="Corbel" w:hAnsi="Corbel"/>
          <w:sz w:val="24"/>
          <w:szCs w:val="24"/>
        </w:rPr>
      </w:pPr>
      <w:r w:rsidRPr="00694A9F">
        <w:rPr>
          <w:rFonts w:ascii="Corbel" w:hAnsi="Corbel"/>
          <w:sz w:val="24"/>
          <w:szCs w:val="24"/>
        </w:rPr>
        <w:t>zaliczenie z oceną, praca projektowa</w:t>
      </w:r>
    </w:p>
    <w:p w14:paraId="4DDCAC10" w14:textId="77777777" w:rsidR="00E960BB" w:rsidRPr="00694A9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4A9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94A9F" w14:paraId="01D67F69" w14:textId="77777777" w:rsidTr="00745302">
        <w:tc>
          <w:tcPr>
            <w:tcW w:w="9670" w:type="dxa"/>
          </w:tcPr>
          <w:p w14:paraId="25C1C864" w14:textId="77777777" w:rsidR="00D85900" w:rsidRPr="00694A9F" w:rsidRDefault="00D85900" w:rsidP="00D859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znajomość zagadnień </w:t>
            </w:r>
            <w:proofErr w:type="spellStart"/>
            <w:r w:rsidRPr="00694A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ogólnopedagogicznych</w:t>
            </w:r>
            <w:proofErr w:type="spellEnd"/>
            <w:r w:rsidRPr="00694A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w zakresie studiowanej specjalności</w:t>
            </w:r>
          </w:p>
          <w:p w14:paraId="1631715B" w14:textId="77777777" w:rsidR="0085747A" w:rsidRPr="00694A9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CE2A056" w14:textId="77777777" w:rsidR="00153C41" w:rsidRPr="00694A9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2DB7C5" w14:textId="77777777" w:rsidR="0085747A" w:rsidRPr="00694A9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4A9F">
        <w:rPr>
          <w:rFonts w:ascii="Corbel" w:hAnsi="Corbel"/>
          <w:szCs w:val="24"/>
        </w:rPr>
        <w:t>3.</w:t>
      </w:r>
      <w:r w:rsidR="0085747A" w:rsidRPr="00694A9F">
        <w:rPr>
          <w:rFonts w:ascii="Corbel" w:hAnsi="Corbel"/>
          <w:szCs w:val="24"/>
        </w:rPr>
        <w:t xml:space="preserve"> </w:t>
      </w:r>
      <w:r w:rsidR="00A84C85" w:rsidRPr="00694A9F">
        <w:rPr>
          <w:rFonts w:ascii="Corbel" w:hAnsi="Corbel"/>
          <w:szCs w:val="24"/>
        </w:rPr>
        <w:t>cele, efekty uczenia się</w:t>
      </w:r>
      <w:r w:rsidR="0085747A" w:rsidRPr="00694A9F">
        <w:rPr>
          <w:rFonts w:ascii="Corbel" w:hAnsi="Corbel"/>
          <w:szCs w:val="24"/>
        </w:rPr>
        <w:t xml:space="preserve"> , treści Programowe i stosowane metody Dydaktyczne</w:t>
      </w:r>
    </w:p>
    <w:p w14:paraId="1DEFD7B6" w14:textId="77777777" w:rsidR="0085747A" w:rsidRPr="00694A9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331E1D" w14:textId="77777777" w:rsidR="0085747A" w:rsidRPr="00694A9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4A9F">
        <w:rPr>
          <w:rFonts w:ascii="Corbel" w:hAnsi="Corbel"/>
          <w:sz w:val="24"/>
          <w:szCs w:val="24"/>
        </w:rPr>
        <w:t xml:space="preserve">3.1 </w:t>
      </w:r>
      <w:r w:rsidR="00C05F44" w:rsidRPr="00694A9F">
        <w:rPr>
          <w:rFonts w:ascii="Corbel" w:hAnsi="Corbel"/>
          <w:sz w:val="24"/>
          <w:szCs w:val="24"/>
        </w:rPr>
        <w:t>Cele przedmiotu</w:t>
      </w:r>
    </w:p>
    <w:p w14:paraId="6516EC77" w14:textId="77777777" w:rsidR="00F83B28" w:rsidRPr="00694A9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85900" w:rsidRPr="00694A9F" w14:paraId="651C1EA7" w14:textId="77777777" w:rsidTr="00D85900">
        <w:tc>
          <w:tcPr>
            <w:tcW w:w="843" w:type="dxa"/>
            <w:vAlign w:val="center"/>
          </w:tcPr>
          <w:p w14:paraId="3B7A7855" w14:textId="77777777" w:rsidR="00D85900" w:rsidRPr="00694A9F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4A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64672C51" w14:textId="77777777" w:rsidR="00D85900" w:rsidRPr="00694A9F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Zdobycie wiedzy na temat specyfiki pracy pedagoga i jej uwarunkowań, etapów rozwoju zawodowego i wybranych problemów jak stres, </w:t>
            </w:r>
            <w:proofErr w:type="spellStart"/>
            <w:r w:rsidRPr="00694A9F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 xml:space="preserve"> i wypalenie zawodowe.</w:t>
            </w:r>
          </w:p>
        </w:tc>
      </w:tr>
      <w:tr w:rsidR="00D85900" w:rsidRPr="00694A9F" w14:paraId="3B428F1D" w14:textId="77777777" w:rsidTr="00D85900">
        <w:tc>
          <w:tcPr>
            <w:tcW w:w="843" w:type="dxa"/>
            <w:vAlign w:val="center"/>
          </w:tcPr>
          <w:p w14:paraId="02D0D6D8" w14:textId="77777777" w:rsidR="00D85900" w:rsidRPr="00694A9F" w:rsidRDefault="00D85900" w:rsidP="00D8590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20CEDEB5" w14:textId="77777777" w:rsidR="00D85900" w:rsidRPr="00694A9F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Kształtowanie umiejętności wykorzystania zdobytej wiedzy do oceny funkcjonowania oraz rozwoju zawodowego pedagoga i ich zagrożeń, planowania działań zaradczych, pomocowych, rozwojowych;</w:t>
            </w:r>
          </w:p>
        </w:tc>
      </w:tr>
      <w:tr w:rsidR="00D85900" w:rsidRPr="00694A9F" w14:paraId="1E4D2965" w14:textId="77777777" w:rsidTr="00D85900">
        <w:tc>
          <w:tcPr>
            <w:tcW w:w="843" w:type="dxa"/>
            <w:vAlign w:val="center"/>
          </w:tcPr>
          <w:p w14:paraId="03790F59" w14:textId="77777777" w:rsidR="00D85900" w:rsidRPr="00694A9F" w:rsidRDefault="00D85900" w:rsidP="00D859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4A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564E8B91" w14:textId="77777777" w:rsidR="00D85900" w:rsidRPr="00694A9F" w:rsidRDefault="00D85900" w:rsidP="00AB739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Uświadamianie potrzeby rozwijania posiadanych kompetencji oraz motywowanie do podejmowania działań samokształceniowych, </w:t>
            </w:r>
          </w:p>
        </w:tc>
      </w:tr>
    </w:tbl>
    <w:p w14:paraId="1139DADD" w14:textId="77777777" w:rsidR="0085747A" w:rsidRPr="00694A9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8E1B96" w14:textId="77777777" w:rsidR="001D7B54" w:rsidRPr="00694A9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4A9F">
        <w:rPr>
          <w:rFonts w:ascii="Corbel" w:hAnsi="Corbel"/>
          <w:b/>
          <w:sz w:val="24"/>
          <w:szCs w:val="24"/>
        </w:rPr>
        <w:t xml:space="preserve">3.2 </w:t>
      </w:r>
      <w:r w:rsidR="001D7B54" w:rsidRPr="00694A9F">
        <w:rPr>
          <w:rFonts w:ascii="Corbel" w:hAnsi="Corbel"/>
          <w:b/>
          <w:sz w:val="24"/>
          <w:szCs w:val="24"/>
        </w:rPr>
        <w:t xml:space="preserve">Efekty </w:t>
      </w:r>
      <w:r w:rsidR="00C05F44" w:rsidRPr="00694A9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4A9F">
        <w:rPr>
          <w:rFonts w:ascii="Corbel" w:hAnsi="Corbel"/>
          <w:b/>
          <w:sz w:val="24"/>
          <w:szCs w:val="24"/>
        </w:rPr>
        <w:t>dla przedmiotu</w:t>
      </w:r>
      <w:r w:rsidR="00445970" w:rsidRPr="00694A9F">
        <w:rPr>
          <w:rFonts w:ascii="Corbel" w:hAnsi="Corbel"/>
          <w:sz w:val="24"/>
          <w:szCs w:val="24"/>
        </w:rPr>
        <w:t xml:space="preserve"> </w:t>
      </w:r>
    </w:p>
    <w:p w14:paraId="2DC53863" w14:textId="77777777" w:rsidR="001D7B54" w:rsidRPr="00694A9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4A9F" w14:paraId="2329D7C9" w14:textId="77777777" w:rsidTr="00150587">
        <w:tc>
          <w:tcPr>
            <w:tcW w:w="1681" w:type="dxa"/>
            <w:vAlign w:val="center"/>
          </w:tcPr>
          <w:p w14:paraId="02110137" w14:textId="77777777" w:rsidR="0085747A" w:rsidRPr="00694A9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4A9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4A9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4960443" w14:textId="77777777" w:rsidR="0085747A" w:rsidRPr="00694A9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16846E3" w14:textId="207609DF" w:rsidR="00EB077F" w:rsidRPr="00694A9F" w:rsidRDefault="00EB077F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78745D3D" w14:textId="77777777" w:rsidR="0085747A" w:rsidRPr="00694A9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4A9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94A9F" w14:paraId="5489888E" w14:textId="77777777" w:rsidTr="00150587">
        <w:tc>
          <w:tcPr>
            <w:tcW w:w="1681" w:type="dxa"/>
          </w:tcPr>
          <w:p w14:paraId="1747FFC8" w14:textId="77777777" w:rsidR="0085747A" w:rsidRPr="00694A9F" w:rsidRDefault="0085747A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 w:rsidRPr="00694A9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402C5341" w14:textId="77777777" w:rsidR="0015663E" w:rsidRPr="00694A9F" w:rsidRDefault="0015663E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606165" w:rsidRPr="00694A9F">
              <w:rPr>
                <w:rFonts w:ascii="Corbel" w:hAnsi="Corbel"/>
                <w:b w:val="0"/>
                <w:smallCaps w:val="0"/>
                <w:szCs w:val="24"/>
              </w:rPr>
              <w:t>charakteryzuje: specyfikę pracy pedagoga i jej uwarunkowania, etapy rozwoju zawodowego i wybrane problemy, jak: stres i wypalenie zawodowe, działania zaradcze, pomocowe, rozwojowe.</w:t>
            </w:r>
          </w:p>
        </w:tc>
        <w:tc>
          <w:tcPr>
            <w:tcW w:w="1865" w:type="dxa"/>
          </w:tcPr>
          <w:p w14:paraId="7F82B5E8" w14:textId="77777777" w:rsidR="0085747A" w:rsidRPr="00694A9F" w:rsidRDefault="001505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06165" w:rsidRPr="00694A9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150587" w:rsidRPr="00694A9F" w14:paraId="1691AB10" w14:textId="77777777" w:rsidTr="00150587">
        <w:tc>
          <w:tcPr>
            <w:tcW w:w="1681" w:type="dxa"/>
          </w:tcPr>
          <w:p w14:paraId="3B48926B" w14:textId="77777777" w:rsidR="00150587" w:rsidRPr="00694A9F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06165" w:rsidRPr="00694A9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A25DCC0" w14:textId="0851E46A" w:rsidR="00DB35A0" w:rsidRPr="00694A9F" w:rsidRDefault="00DB35A0" w:rsidP="002C5A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sz w:val="24"/>
                <w:szCs w:val="24"/>
                <w:lang w:eastAsia="pl-PL"/>
              </w:rPr>
            </w:pPr>
            <w:r w:rsidRPr="00694A9F">
              <w:rPr>
                <w:rFonts w:ascii="Corbel" w:hAnsi="Corbel" w:cs="Carlito"/>
                <w:sz w:val="24"/>
                <w:szCs w:val="24"/>
                <w:lang w:eastAsia="pl-PL"/>
              </w:rPr>
              <w:t>Student wykorzysta zdobytą wiedzę do: oceny funkcjonowania pedagoga i planowania własnego rozwoju</w:t>
            </w:r>
            <w:r w:rsidR="00A76935" w:rsidRPr="00694A9F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, z uwzględnieniem indywidualnych form </w:t>
            </w:r>
            <w:proofErr w:type="spellStart"/>
            <w:r w:rsidR="00A76935" w:rsidRPr="00694A9F">
              <w:rPr>
                <w:rFonts w:ascii="Corbel" w:hAnsi="Corbel" w:cs="Carlito"/>
                <w:sz w:val="24"/>
                <w:szCs w:val="24"/>
                <w:lang w:eastAsia="pl-PL"/>
              </w:rPr>
              <w:t>przedsięborczości</w:t>
            </w:r>
            <w:proofErr w:type="spellEnd"/>
            <w:r w:rsidR="00BC478C" w:rsidRPr="00694A9F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(w aspekcie zapobiegania wypaleniu zawodowego)</w:t>
            </w:r>
            <w:r w:rsidRPr="00694A9F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  <w:r w:rsidR="0015663E" w:rsidRPr="00694A9F">
              <w:rPr>
                <w:rFonts w:ascii="Corbel" w:hAnsi="Corbel" w:cs="Carlito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9928F56" w14:textId="77777777" w:rsidR="00150587" w:rsidRPr="00694A9F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E5523" w:rsidRPr="00694A9F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150587" w:rsidRPr="00694A9F" w14:paraId="742AE4DC" w14:textId="77777777" w:rsidTr="00150587">
        <w:tc>
          <w:tcPr>
            <w:tcW w:w="1681" w:type="dxa"/>
          </w:tcPr>
          <w:p w14:paraId="6D5C4FF7" w14:textId="77777777" w:rsidR="00150587" w:rsidRPr="00694A9F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 w:rsidRPr="00694A9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97497B1" w14:textId="26F6AFC9" w:rsidR="0015663E" w:rsidRPr="00694A9F" w:rsidRDefault="007E5523" w:rsidP="00BC478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Student zastosuje zaawans</w:t>
            </w:r>
            <w:r w:rsidR="00BC478C" w:rsidRPr="00694A9F">
              <w:rPr>
                <w:rFonts w:ascii="Corbel" w:hAnsi="Corbel"/>
                <w:sz w:val="24"/>
                <w:szCs w:val="24"/>
              </w:rPr>
              <w:t>owane technologie informacyjne i informatyczne</w:t>
            </w:r>
            <w:r w:rsidRPr="00694A9F">
              <w:rPr>
                <w:rFonts w:ascii="Corbel" w:hAnsi="Corbel"/>
                <w:sz w:val="24"/>
                <w:szCs w:val="24"/>
              </w:rPr>
              <w:t xml:space="preserve"> w rozwoju własnych umiejętności profesjonalnych</w:t>
            </w:r>
            <w:r w:rsidR="00FD3821" w:rsidRPr="00694A9F">
              <w:rPr>
                <w:rFonts w:ascii="Corbel" w:hAnsi="Corbel"/>
                <w:sz w:val="24"/>
                <w:szCs w:val="24"/>
              </w:rPr>
              <w:t xml:space="preserve"> i zapobieganiu wypaleniu zawodowemu. </w:t>
            </w:r>
          </w:p>
        </w:tc>
        <w:tc>
          <w:tcPr>
            <w:tcW w:w="1865" w:type="dxa"/>
          </w:tcPr>
          <w:p w14:paraId="58EC1693" w14:textId="77777777" w:rsidR="00150587" w:rsidRPr="00694A9F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E5523" w:rsidRPr="00694A9F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50587" w:rsidRPr="00694A9F" w14:paraId="6D4C04E1" w14:textId="77777777" w:rsidTr="00150587">
        <w:tc>
          <w:tcPr>
            <w:tcW w:w="1681" w:type="dxa"/>
          </w:tcPr>
          <w:p w14:paraId="2C9AB57F" w14:textId="77777777" w:rsidR="00150587" w:rsidRPr="00694A9F" w:rsidRDefault="00150587" w:rsidP="006061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E5523" w:rsidRPr="00694A9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631A06E" w14:textId="62606EB8" w:rsidR="000109D1" w:rsidRPr="00694A9F" w:rsidRDefault="0015663E" w:rsidP="00FD382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D84B97" w:rsidRPr="00694A9F"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FD3821"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 poziom</w:t>
            </w:r>
            <w:r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 swojej wiedzy oraz umiejętności w obszarze rozwoju zawodowego i przeciwdziałani</w:t>
            </w:r>
            <w:r w:rsidR="00FD3821" w:rsidRPr="00694A9F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 wypaleniu zawodowemu</w:t>
            </w:r>
            <w:r w:rsidR="00FD3821" w:rsidRPr="00694A9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8E466E3" w14:textId="77777777" w:rsidR="00150587" w:rsidRPr="00694A9F" w:rsidRDefault="00150587" w:rsidP="001505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523" w:rsidRPr="00694A9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186413AB" w14:textId="77777777" w:rsidR="0085747A" w:rsidRPr="00694A9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533833" w14:textId="77777777" w:rsidR="0085747A" w:rsidRPr="00694A9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4A9F">
        <w:rPr>
          <w:rFonts w:ascii="Corbel" w:hAnsi="Corbel"/>
          <w:b/>
          <w:sz w:val="24"/>
          <w:szCs w:val="24"/>
        </w:rPr>
        <w:t>3.3</w:t>
      </w:r>
      <w:r w:rsidR="001D7B54" w:rsidRPr="00694A9F">
        <w:rPr>
          <w:rFonts w:ascii="Corbel" w:hAnsi="Corbel"/>
          <w:b/>
          <w:sz w:val="24"/>
          <w:szCs w:val="24"/>
        </w:rPr>
        <w:t xml:space="preserve"> </w:t>
      </w:r>
      <w:r w:rsidR="0085747A" w:rsidRPr="00694A9F">
        <w:rPr>
          <w:rFonts w:ascii="Corbel" w:hAnsi="Corbel"/>
          <w:b/>
          <w:sz w:val="24"/>
          <w:szCs w:val="24"/>
        </w:rPr>
        <w:t>T</w:t>
      </w:r>
      <w:r w:rsidR="001D7B54" w:rsidRPr="00694A9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94A9F">
        <w:rPr>
          <w:rFonts w:ascii="Corbel" w:hAnsi="Corbel"/>
          <w:sz w:val="24"/>
          <w:szCs w:val="24"/>
        </w:rPr>
        <w:t xml:space="preserve">  </w:t>
      </w:r>
    </w:p>
    <w:p w14:paraId="5D9FD564" w14:textId="77777777" w:rsidR="0085747A" w:rsidRPr="00694A9F" w:rsidRDefault="0085747A" w:rsidP="00DF74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4A9F">
        <w:rPr>
          <w:rFonts w:ascii="Corbel" w:hAnsi="Corbel"/>
          <w:sz w:val="24"/>
          <w:szCs w:val="24"/>
        </w:rPr>
        <w:t>Problematyka ćwiczeń audytoryjnych</w:t>
      </w:r>
    </w:p>
    <w:p w14:paraId="57CA4780" w14:textId="77777777" w:rsidR="002C5A53" w:rsidRPr="00694A9F" w:rsidRDefault="002C5A53" w:rsidP="002C5A5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36668" w:rsidRPr="00694A9F" w14:paraId="765FC8CC" w14:textId="77777777" w:rsidTr="00DB35A0">
        <w:tc>
          <w:tcPr>
            <w:tcW w:w="9520" w:type="dxa"/>
          </w:tcPr>
          <w:p w14:paraId="0625E21B" w14:textId="77777777" w:rsidR="00B36668" w:rsidRPr="00694A9F" w:rsidRDefault="00B36668">
            <w:pPr>
              <w:pStyle w:val="Akapitzlist"/>
              <w:spacing w:after="0" w:line="240" w:lineRule="auto"/>
              <w:ind w:left="0" w:hanging="708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Treści </w:t>
            </w:r>
            <w:proofErr w:type="spellStart"/>
            <w:r w:rsidRPr="00694A9F">
              <w:rPr>
                <w:rFonts w:ascii="Corbel" w:hAnsi="Corbel"/>
                <w:sz w:val="24"/>
                <w:szCs w:val="24"/>
              </w:rPr>
              <w:t>Treści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 xml:space="preserve"> merytoryczne</w:t>
            </w:r>
          </w:p>
        </w:tc>
      </w:tr>
      <w:tr w:rsidR="00B36668" w:rsidRPr="00694A9F" w14:paraId="50750C65" w14:textId="77777777" w:rsidTr="00DB35A0">
        <w:tc>
          <w:tcPr>
            <w:tcW w:w="9520" w:type="dxa"/>
          </w:tcPr>
          <w:p w14:paraId="53A733A4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Pojęcie sytuacji zawodowej pracownika</w:t>
            </w:r>
            <w:r w:rsidR="0015663E" w:rsidRPr="00694A9F">
              <w:rPr>
                <w:rFonts w:ascii="Corbel" w:hAnsi="Corbel"/>
                <w:sz w:val="24"/>
                <w:szCs w:val="24"/>
              </w:rPr>
              <w:t xml:space="preserve"> (nauczyciela).</w:t>
            </w:r>
          </w:p>
        </w:tc>
      </w:tr>
      <w:tr w:rsidR="00B36668" w:rsidRPr="00694A9F" w14:paraId="24F4D0E6" w14:textId="77777777" w:rsidTr="00DB35A0">
        <w:tc>
          <w:tcPr>
            <w:tcW w:w="9520" w:type="dxa"/>
          </w:tcPr>
          <w:p w14:paraId="35695529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Praca</w:t>
            </w:r>
            <w:r w:rsidR="0015663E" w:rsidRPr="00694A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4A9F">
              <w:rPr>
                <w:rFonts w:ascii="Corbel" w:hAnsi="Corbel"/>
                <w:sz w:val="24"/>
                <w:szCs w:val="24"/>
              </w:rPr>
              <w:t>- moje relacje z pracą. Pozytywne i negatywne elementy związane z wykonywaniem pracy</w:t>
            </w:r>
            <w:r w:rsidR="0015663E" w:rsidRPr="00694A9F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694A9F" w14:paraId="72141D21" w14:textId="77777777" w:rsidTr="00DB35A0">
        <w:tc>
          <w:tcPr>
            <w:tcW w:w="9520" w:type="dxa"/>
          </w:tcPr>
          <w:p w14:paraId="5EFEDA93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lastRenderedPageBreak/>
              <w:t xml:space="preserve">Czynniki charakteryzujące  relację człowieka z pracą: obciążenie, stabilizacja lub jej brak, kontrola, nagroda, nagana, sprawiedliwość, aksjologia, etyka itp. </w:t>
            </w:r>
          </w:p>
        </w:tc>
      </w:tr>
      <w:tr w:rsidR="00B36668" w:rsidRPr="00694A9F" w14:paraId="275D0846" w14:textId="77777777" w:rsidTr="00DB35A0">
        <w:tc>
          <w:tcPr>
            <w:tcW w:w="9520" w:type="dxa"/>
          </w:tcPr>
          <w:p w14:paraId="08AE7221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Najważniejsze elementy do przejęcia kontroli nad życiem zawodowym: zdefiniowanie problemu, ustalenie celów, podjęcie działań, śledzenie postępów, modyfikacja planów, osiąganie zamierzonych efektów.</w:t>
            </w:r>
          </w:p>
        </w:tc>
      </w:tr>
      <w:tr w:rsidR="00B36668" w:rsidRPr="00694A9F" w14:paraId="74B1D6CD" w14:textId="77777777" w:rsidTr="00DB35A0">
        <w:tc>
          <w:tcPr>
            <w:tcW w:w="9520" w:type="dxa"/>
          </w:tcPr>
          <w:p w14:paraId="37132652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Motywacja do pracy. Motywacje osiągnięć a decyzje edukacyjno-zawodowe.</w:t>
            </w:r>
          </w:p>
        </w:tc>
      </w:tr>
      <w:tr w:rsidR="00B36668" w:rsidRPr="00694A9F" w14:paraId="0A960C6E" w14:textId="77777777" w:rsidTr="00DB35A0">
        <w:tc>
          <w:tcPr>
            <w:tcW w:w="9520" w:type="dxa"/>
          </w:tcPr>
          <w:p w14:paraId="658A6D75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Postawy i ich struktura. Postawy zawodowe a decyzje edukacyjne.</w:t>
            </w:r>
          </w:p>
        </w:tc>
      </w:tr>
      <w:tr w:rsidR="00B36668" w:rsidRPr="00694A9F" w14:paraId="55852C0A" w14:textId="77777777" w:rsidTr="00DB35A0">
        <w:tc>
          <w:tcPr>
            <w:tcW w:w="9520" w:type="dxa"/>
          </w:tcPr>
          <w:p w14:paraId="39679328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Satysfakcja zawodowa i czynniki warunkujące jej osiąganie.</w:t>
            </w:r>
          </w:p>
        </w:tc>
      </w:tr>
      <w:tr w:rsidR="00B36668" w:rsidRPr="00694A9F" w14:paraId="5B26B9AC" w14:textId="77777777" w:rsidTr="00DB35A0">
        <w:tc>
          <w:tcPr>
            <w:tcW w:w="9520" w:type="dxa"/>
          </w:tcPr>
          <w:p w14:paraId="70F7528C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Satysfakcja zawodowa a aktywność edukacyjna </w:t>
            </w:r>
            <w:r w:rsidR="0015663E" w:rsidRPr="00694A9F">
              <w:rPr>
                <w:rFonts w:ascii="Corbel" w:hAnsi="Corbel"/>
                <w:sz w:val="24"/>
                <w:szCs w:val="24"/>
              </w:rPr>
              <w:t>nauczyciela.</w:t>
            </w:r>
          </w:p>
        </w:tc>
      </w:tr>
      <w:tr w:rsidR="00B36668" w:rsidRPr="00694A9F" w14:paraId="63E616ED" w14:textId="77777777" w:rsidTr="00DB35A0">
        <w:tc>
          <w:tcPr>
            <w:tcW w:w="9520" w:type="dxa"/>
          </w:tcPr>
          <w:p w14:paraId="77ADDC37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Wypalenie zawodowe i jego uwarunkowanie.</w:t>
            </w:r>
          </w:p>
        </w:tc>
      </w:tr>
      <w:tr w:rsidR="00B36668" w:rsidRPr="00694A9F" w14:paraId="6216D09E" w14:textId="77777777" w:rsidTr="00DB35A0">
        <w:tc>
          <w:tcPr>
            <w:tcW w:w="9520" w:type="dxa"/>
          </w:tcPr>
          <w:p w14:paraId="0D0A6023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Syndrom wypalenia zawodowego – w jaki sposób powstaje, kto cierpi, cechy, objawy, fazy zespołu wypalenia; w jaki sposób przeciwdziałać?</w:t>
            </w:r>
          </w:p>
        </w:tc>
      </w:tr>
      <w:tr w:rsidR="00B36668" w:rsidRPr="00694A9F" w14:paraId="6EB612A4" w14:textId="77777777" w:rsidTr="00DB35A0">
        <w:tc>
          <w:tcPr>
            <w:tcW w:w="9520" w:type="dxa"/>
          </w:tcPr>
          <w:p w14:paraId="204E1631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Współzależność czynników sytuacji zawodowej</w:t>
            </w:r>
            <w:r w:rsidR="0015663E" w:rsidRPr="00694A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694A9F" w14:paraId="4EF5F507" w14:textId="77777777" w:rsidTr="00DB35A0">
        <w:tc>
          <w:tcPr>
            <w:tcW w:w="9520" w:type="dxa"/>
          </w:tcPr>
          <w:p w14:paraId="59F60A4C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94A9F">
              <w:rPr>
                <w:rFonts w:ascii="Corbel" w:hAnsi="Corbel"/>
                <w:sz w:val="24"/>
                <w:szCs w:val="24"/>
              </w:rPr>
              <w:t>Mobbing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 xml:space="preserve"> – przyczyny, skutki, sposoby jego przeciwdziałania.</w:t>
            </w:r>
          </w:p>
        </w:tc>
      </w:tr>
      <w:tr w:rsidR="00B36668" w:rsidRPr="00694A9F" w14:paraId="5FDD05AD" w14:textId="77777777" w:rsidTr="00DB35A0">
        <w:tc>
          <w:tcPr>
            <w:tcW w:w="9520" w:type="dxa"/>
          </w:tcPr>
          <w:p w14:paraId="4CC5EB34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Stres – powstawanie stresu, reakcje stresowe w pracy zawodowej</w:t>
            </w:r>
            <w:r w:rsidR="0015663E" w:rsidRPr="00694A9F">
              <w:rPr>
                <w:rFonts w:ascii="Corbel" w:hAnsi="Corbel"/>
                <w:sz w:val="24"/>
                <w:szCs w:val="24"/>
              </w:rPr>
              <w:t xml:space="preserve"> nauczyciela.</w:t>
            </w:r>
            <w:r w:rsidRPr="00694A9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36668" w:rsidRPr="00694A9F" w14:paraId="68C94ADA" w14:textId="77777777" w:rsidTr="00DB35A0">
        <w:tc>
          <w:tcPr>
            <w:tcW w:w="9520" w:type="dxa"/>
          </w:tcPr>
          <w:p w14:paraId="3D2FAB3E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Konsekwencje stresu jako przyczyną wielu chorób</w:t>
            </w:r>
            <w:r w:rsidR="0015663E" w:rsidRPr="00694A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694A9F" w14:paraId="597A76F5" w14:textId="77777777" w:rsidTr="00DB35A0">
        <w:tc>
          <w:tcPr>
            <w:tcW w:w="9520" w:type="dxa"/>
          </w:tcPr>
          <w:p w14:paraId="0D498B87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Profilaktyka zdrowotna, aktywność fizyczna, edukacja </w:t>
            </w:r>
            <w:r w:rsidR="0015663E" w:rsidRPr="00694A9F">
              <w:rPr>
                <w:rFonts w:ascii="Corbel" w:hAnsi="Corbel"/>
                <w:sz w:val="24"/>
                <w:szCs w:val="24"/>
              </w:rPr>
              <w:t xml:space="preserve">ustawiczna </w:t>
            </w:r>
            <w:r w:rsidRPr="00694A9F">
              <w:rPr>
                <w:rFonts w:ascii="Corbel" w:hAnsi="Corbel"/>
                <w:sz w:val="24"/>
                <w:szCs w:val="24"/>
              </w:rPr>
              <w:t>– formy przeciwdziałania różnym zagrożeniom</w:t>
            </w:r>
            <w:r w:rsidR="0015663E" w:rsidRPr="00694A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36668" w:rsidRPr="00694A9F" w14:paraId="0FB2D987" w14:textId="77777777" w:rsidTr="00DB35A0">
        <w:tc>
          <w:tcPr>
            <w:tcW w:w="9520" w:type="dxa"/>
          </w:tcPr>
          <w:p w14:paraId="4A3288B1" w14:textId="77777777" w:rsidR="00B36668" w:rsidRPr="00694A9F" w:rsidRDefault="00B36668" w:rsidP="002C5A5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Rozwiązanie problemów związanych z obciążeniem pracą</w:t>
            </w:r>
            <w:r w:rsidR="0015663E" w:rsidRPr="00694A9F">
              <w:rPr>
                <w:rFonts w:ascii="Corbel" w:hAnsi="Corbel"/>
                <w:sz w:val="24"/>
                <w:szCs w:val="24"/>
              </w:rPr>
              <w:t xml:space="preserve"> nauczyciela.</w:t>
            </w:r>
          </w:p>
        </w:tc>
      </w:tr>
      <w:tr w:rsidR="00B36668" w:rsidRPr="00694A9F" w14:paraId="1DA23BC7" w14:textId="77777777" w:rsidTr="00DB35A0">
        <w:tc>
          <w:tcPr>
            <w:tcW w:w="9520" w:type="dxa"/>
          </w:tcPr>
          <w:p w14:paraId="5B4FC0BF" w14:textId="77777777" w:rsidR="00B36668" w:rsidRPr="00694A9F" w:rsidRDefault="00B3666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 w:cs="Carlito"/>
                <w:sz w:val="24"/>
                <w:szCs w:val="24"/>
                <w:lang w:eastAsia="pl-PL"/>
              </w:rPr>
              <w:t>Zdefiniowanie problemu: wyczerpanie, nadmierna dyspozycyjność, brak czasu, zbyt wiele zadań</w:t>
            </w:r>
            <w:r w:rsidR="0015663E" w:rsidRPr="00694A9F">
              <w:rPr>
                <w:rFonts w:ascii="Corbel" w:hAnsi="Corbel" w:cs="Carlito"/>
                <w:sz w:val="24"/>
                <w:szCs w:val="24"/>
                <w:lang w:eastAsia="pl-PL"/>
              </w:rPr>
              <w:t>.</w:t>
            </w:r>
          </w:p>
        </w:tc>
      </w:tr>
    </w:tbl>
    <w:p w14:paraId="73DBF358" w14:textId="77777777" w:rsidR="0085747A" w:rsidRPr="00694A9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35DB2" w14:textId="77777777" w:rsidR="0085747A" w:rsidRPr="00694A9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4A9F">
        <w:rPr>
          <w:rFonts w:ascii="Corbel" w:hAnsi="Corbel"/>
          <w:smallCaps w:val="0"/>
          <w:szCs w:val="24"/>
        </w:rPr>
        <w:t>3.4 Metody dydaktyczne</w:t>
      </w:r>
      <w:r w:rsidRPr="00694A9F">
        <w:rPr>
          <w:rFonts w:ascii="Corbel" w:hAnsi="Corbel"/>
          <w:b w:val="0"/>
          <w:smallCaps w:val="0"/>
          <w:szCs w:val="24"/>
        </w:rPr>
        <w:t xml:space="preserve"> </w:t>
      </w:r>
    </w:p>
    <w:p w14:paraId="79FE50B3" w14:textId="77777777" w:rsidR="0085747A" w:rsidRPr="00694A9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A67B4" w14:textId="2558611A" w:rsidR="0085747A" w:rsidRPr="00694A9F" w:rsidRDefault="006D4D74" w:rsidP="006D4D74">
      <w:pPr>
        <w:pStyle w:val="Punktygwne"/>
        <w:spacing w:before="0" w:after="0"/>
        <w:ind w:left="851"/>
        <w:jc w:val="both"/>
        <w:rPr>
          <w:rFonts w:ascii="Corbel" w:hAnsi="Corbel"/>
          <w:b w:val="0"/>
          <w:i/>
          <w:smallCaps w:val="0"/>
          <w:szCs w:val="24"/>
        </w:rPr>
      </w:pPr>
      <w:r w:rsidRPr="00694A9F">
        <w:rPr>
          <w:rFonts w:ascii="Corbel" w:hAnsi="Corbel"/>
          <w:b w:val="0"/>
          <w:smallCaps w:val="0"/>
          <w:szCs w:val="24"/>
        </w:rPr>
        <w:t>Praca w grupach, dyskusja</w:t>
      </w:r>
    </w:p>
    <w:p w14:paraId="67D91A56" w14:textId="77777777" w:rsidR="0085747A" w:rsidRPr="00694A9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D693" w14:textId="77777777" w:rsidR="0085747A" w:rsidRPr="00694A9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4A9F">
        <w:rPr>
          <w:rFonts w:ascii="Corbel" w:hAnsi="Corbel"/>
          <w:smallCaps w:val="0"/>
          <w:szCs w:val="24"/>
        </w:rPr>
        <w:t xml:space="preserve">4. </w:t>
      </w:r>
      <w:r w:rsidR="0085747A" w:rsidRPr="00694A9F">
        <w:rPr>
          <w:rFonts w:ascii="Corbel" w:hAnsi="Corbel"/>
          <w:smallCaps w:val="0"/>
          <w:szCs w:val="24"/>
        </w:rPr>
        <w:t>METODY I KRYTERIA OCENY</w:t>
      </w:r>
      <w:r w:rsidR="009F4610" w:rsidRPr="00694A9F">
        <w:rPr>
          <w:rFonts w:ascii="Corbel" w:hAnsi="Corbel"/>
          <w:smallCaps w:val="0"/>
          <w:szCs w:val="24"/>
        </w:rPr>
        <w:t xml:space="preserve"> </w:t>
      </w:r>
    </w:p>
    <w:p w14:paraId="78E079A0" w14:textId="77777777" w:rsidR="00923D7D" w:rsidRPr="00694A9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6E01E" w14:textId="77777777" w:rsidR="0085747A" w:rsidRPr="00694A9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4A9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4A9F">
        <w:rPr>
          <w:rFonts w:ascii="Corbel" w:hAnsi="Corbel"/>
          <w:smallCaps w:val="0"/>
          <w:szCs w:val="24"/>
        </w:rPr>
        <w:t>uczenia się</w:t>
      </w:r>
    </w:p>
    <w:p w14:paraId="5AF0C0FA" w14:textId="77777777" w:rsidR="0085747A" w:rsidRPr="00694A9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5854"/>
        <w:gridCol w:w="1708"/>
      </w:tblGrid>
      <w:tr w:rsidR="0085747A" w:rsidRPr="00694A9F" w14:paraId="1C8A33B2" w14:textId="77777777" w:rsidTr="00DB35A0">
        <w:tc>
          <w:tcPr>
            <w:tcW w:w="1958" w:type="dxa"/>
            <w:vAlign w:val="center"/>
          </w:tcPr>
          <w:p w14:paraId="61282E1B" w14:textId="77777777" w:rsidR="0085747A" w:rsidRPr="00694A9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54" w:type="dxa"/>
            <w:vAlign w:val="center"/>
          </w:tcPr>
          <w:p w14:paraId="5D7DA23D" w14:textId="77777777" w:rsidR="0085747A" w:rsidRPr="00694A9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DD05B0" w:rsidRPr="00694A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37C5F599" w14:textId="77777777" w:rsidR="0085747A" w:rsidRPr="00694A9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4A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14:paraId="406BB697" w14:textId="77777777" w:rsidR="00923D7D" w:rsidRPr="00694A9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4887AF" w14:textId="77777777" w:rsidR="0085747A" w:rsidRPr="00694A9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94A9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94A9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191C" w:rsidRPr="00694A9F" w14:paraId="4F54C5FA" w14:textId="77777777" w:rsidTr="00DB35A0">
        <w:tc>
          <w:tcPr>
            <w:tcW w:w="1958" w:type="dxa"/>
          </w:tcPr>
          <w:p w14:paraId="7CEDF586" w14:textId="77777777" w:rsidR="00F4191C" w:rsidRPr="00694A9F" w:rsidRDefault="00F4191C" w:rsidP="00F4191C">
            <w:pPr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854" w:type="dxa"/>
          </w:tcPr>
          <w:p w14:paraId="4FF108EB" w14:textId="760D5785" w:rsidR="00F4191C" w:rsidRPr="00694A9F" w:rsidRDefault="003C0ED1" w:rsidP="006D4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Aktywność studenta na zajęciach</w:t>
            </w:r>
            <w:r w:rsidR="00681603" w:rsidRPr="00694A9F">
              <w:rPr>
                <w:rFonts w:ascii="Corbel" w:hAnsi="Corbel"/>
                <w:sz w:val="24"/>
                <w:szCs w:val="24"/>
              </w:rPr>
              <w:t xml:space="preserve"> </w:t>
            </w:r>
            <w:r w:rsidR="00681603" w:rsidRPr="00694A9F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i </w:t>
            </w:r>
            <w:r w:rsidR="006D4D74" w:rsidRPr="00694A9F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 xml:space="preserve">obserwacja w trakcie </w:t>
            </w:r>
            <w:r w:rsidR="00DD05B0" w:rsidRPr="00694A9F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zajęć</w:t>
            </w:r>
            <w:r w:rsidR="00CB5FDE" w:rsidRPr="00694A9F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, praca projektowa</w:t>
            </w:r>
          </w:p>
        </w:tc>
        <w:tc>
          <w:tcPr>
            <w:tcW w:w="1708" w:type="dxa"/>
          </w:tcPr>
          <w:p w14:paraId="6CF0074B" w14:textId="77777777" w:rsidR="00DD05B0" w:rsidRPr="00694A9F" w:rsidRDefault="00DD05B0" w:rsidP="002C5A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2C5A53" w:rsidRPr="00694A9F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CB5FDE" w:rsidRPr="00694A9F" w14:paraId="3CEF2DD1" w14:textId="77777777" w:rsidTr="00DB35A0">
        <w:tc>
          <w:tcPr>
            <w:tcW w:w="1958" w:type="dxa"/>
          </w:tcPr>
          <w:p w14:paraId="023BD9DF" w14:textId="77777777" w:rsidR="00CB5FDE" w:rsidRPr="00694A9F" w:rsidRDefault="00CB5FDE" w:rsidP="00CB5FDE">
            <w:pPr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854" w:type="dxa"/>
          </w:tcPr>
          <w:p w14:paraId="4D21EF84" w14:textId="708EDF8B" w:rsidR="00CB5FDE" w:rsidRPr="00694A9F" w:rsidRDefault="00CB5FDE" w:rsidP="00CB5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694A9F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zajęć, praca projektowa</w:t>
            </w:r>
          </w:p>
        </w:tc>
        <w:tc>
          <w:tcPr>
            <w:tcW w:w="1708" w:type="dxa"/>
          </w:tcPr>
          <w:p w14:paraId="29EE7AF1" w14:textId="77777777" w:rsidR="00CB5FDE" w:rsidRPr="00694A9F" w:rsidRDefault="00CB5FDE" w:rsidP="00CB5F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5FDE" w:rsidRPr="00694A9F" w14:paraId="5D80DD8C" w14:textId="77777777" w:rsidTr="00DB35A0">
        <w:tc>
          <w:tcPr>
            <w:tcW w:w="1958" w:type="dxa"/>
          </w:tcPr>
          <w:p w14:paraId="3EBD8298" w14:textId="77777777" w:rsidR="00CB5FDE" w:rsidRPr="00694A9F" w:rsidRDefault="00CB5FDE" w:rsidP="00CB5FDE">
            <w:pPr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854" w:type="dxa"/>
          </w:tcPr>
          <w:p w14:paraId="0747C8A1" w14:textId="30AD23D8" w:rsidR="00CB5FDE" w:rsidRPr="00694A9F" w:rsidRDefault="00CB5FDE" w:rsidP="00CB5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694A9F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zajęć, praca projektowa</w:t>
            </w:r>
          </w:p>
        </w:tc>
        <w:tc>
          <w:tcPr>
            <w:tcW w:w="1708" w:type="dxa"/>
          </w:tcPr>
          <w:p w14:paraId="67E87FEF" w14:textId="77777777" w:rsidR="00CB5FDE" w:rsidRPr="00694A9F" w:rsidRDefault="00CB5FDE" w:rsidP="00CB5F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B5FDE" w:rsidRPr="00694A9F" w14:paraId="40ADF6B7" w14:textId="77777777" w:rsidTr="00DB35A0">
        <w:tc>
          <w:tcPr>
            <w:tcW w:w="1958" w:type="dxa"/>
          </w:tcPr>
          <w:p w14:paraId="33C02903" w14:textId="77777777" w:rsidR="00CB5FDE" w:rsidRPr="00694A9F" w:rsidRDefault="00CB5FDE" w:rsidP="00CB5FDE">
            <w:pPr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854" w:type="dxa"/>
          </w:tcPr>
          <w:p w14:paraId="6DF23A2B" w14:textId="308A538C" w:rsidR="00CB5FDE" w:rsidRPr="00694A9F" w:rsidRDefault="00CB5FDE" w:rsidP="00CB5F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Aktywność studenta na zajęciach </w:t>
            </w:r>
            <w:r w:rsidRPr="00694A9F">
              <w:rPr>
                <w:rFonts w:ascii="Corbel" w:hAnsi="Corbel" w:cs="Carlito"/>
                <w:color w:val="000000"/>
                <w:sz w:val="24"/>
                <w:szCs w:val="24"/>
                <w:lang w:eastAsia="pl-PL"/>
              </w:rPr>
              <w:t>i obserwacja w trakcie zajęć, praca projektowa</w:t>
            </w:r>
          </w:p>
        </w:tc>
        <w:tc>
          <w:tcPr>
            <w:tcW w:w="1708" w:type="dxa"/>
          </w:tcPr>
          <w:p w14:paraId="00AE7AE9" w14:textId="77777777" w:rsidR="00CB5FDE" w:rsidRPr="00694A9F" w:rsidRDefault="00CB5FDE" w:rsidP="00CB5FD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CDE9B8D" w14:textId="77777777" w:rsidR="00923D7D" w:rsidRPr="00694A9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026A0F" w14:textId="77777777" w:rsidR="0085747A" w:rsidRPr="00694A9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4A9F">
        <w:rPr>
          <w:rFonts w:ascii="Corbel" w:hAnsi="Corbel"/>
          <w:smallCaps w:val="0"/>
          <w:szCs w:val="24"/>
        </w:rPr>
        <w:t xml:space="preserve">4.2 </w:t>
      </w:r>
      <w:r w:rsidR="0085747A" w:rsidRPr="00694A9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94A9F">
        <w:rPr>
          <w:rFonts w:ascii="Corbel" w:hAnsi="Corbel"/>
          <w:smallCaps w:val="0"/>
          <w:szCs w:val="24"/>
        </w:rPr>
        <w:t xml:space="preserve"> </w:t>
      </w:r>
    </w:p>
    <w:p w14:paraId="7EAB8269" w14:textId="77777777" w:rsidR="00923D7D" w:rsidRPr="00694A9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94A9F" w14:paraId="471BC86D" w14:textId="77777777" w:rsidTr="00923D7D">
        <w:tc>
          <w:tcPr>
            <w:tcW w:w="9670" w:type="dxa"/>
          </w:tcPr>
          <w:p w14:paraId="14B6E27E" w14:textId="77777777" w:rsidR="0085747A" w:rsidRPr="00694A9F" w:rsidRDefault="003C0ED1" w:rsidP="002C5A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projektowej(prezentacji, </w:t>
            </w:r>
            <w:r w:rsidR="00045943" w:rsidRPr="00694A9F">
              <w:rPr>
                <w:rFonts w:ascii="Corbel" w:hAnsi="Corbel"/>
                <w:b w:val="0"/>
                <w:smallCaps w:val="0"/>
                <w:szCs w:val="24"/>
              </w:rPr>
              <w:t>referatu</w:t>
            </w:r>
            <w:r w:rsidRPr="00694A9F">
              <w:rPr>
                <w:rFonts w:ascii="Corbel" w:hAnsi="Corbel"/>
                <w:b w:val="0"/>
                <w:smallCaps w:val="0"/>
                <w:szCs w:val="24"/>
              </w:rPr>
              <w:t>). Ocena końcowa jest wypadkową aktywności studenta na zajęciach</w:t>
            </w:r>
            <w:r w:rsidR="00045943"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94A9F">
              <w:rPr>
                <w:rFonts w:ascii="Corbel" w:hAnsi="Corbel"/>
                <w:b w:val="0"/>
                <w:smallCaps w:val="0"/>
                <w:szCs w:val="24"/>
              </w:rPr>
              <w:t>oraz przygotowanej pracy projektowej</w:t>
            </w:r>
            <w:r w:rsidR="00045943"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 (prezentacji, referatu).</w:t>
            </w:r>
          </w:p>
        </w:tc>
      </w:tr>
    </w:tbl>
    <w:p w14:paraId="0FE4D079" w14:textId="77777777" w:rsidR="0085747A" w:rsidRPr="00694A9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1E6163" w14:textId="77777777" w:rsidR="009F4610" w:rsidRPr="00694A9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4A9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694A9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8AEBFB" w14:textId="77777777" w:rsidR="0085747A" w:rsidRPr="00694A9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94A9F" w14:paraId="33675965" w14:textId="77777777" w:rsidTr="003E1941">
        <w:tc>
          <w:tcPr>
            <w:tcW w:w="4962" w:type="dxa"/>
            <w:vAlign w:val="center"/>
          </w:tcPr>
          <w:p w14:paraId="0C8BCDEF" w14:textId="77777777" w:rsidR="0085747A" w:rsidRPr="00694A9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4A9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4A9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4A9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6803D1" w14:textId="77777777" w:rsidR="0085747A" w:rsidRPr="00694A9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4A9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4A9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94A9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94A9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94A9F" w14:paraId="1EED46AB" w14:textId="77777777" w:rsidTr="00923D7D">
        <w:tc>
          <w:tcPr>
            <w:tcW w:w="4962" w:type="dxa"/>
          </w:tcPr>
          <w:p w14:paraId="1EDD43D2" w14:textId="77777777" w:rsidR="0085747A" w:rsidRPr="00694A9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G</w:t>
            </w:r>
            <w:r w:rsidR="0085747A" w:rsidRPr="00694A9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94A9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94A9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94A9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94A9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694A9F">
              <w:rPr>
                <w:rFonts w:ascii="Corbel" w:hAnsi="Corbel"/>
                <w:sz w:val="24"/>
                <w:szCs w:val="24"/>
              </w:rPr>
              <w:t> </w:t>
            </w:r>
            <w:r w:rsidR="0045729E" w:rsidRPr="00694A9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694A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94A9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94A9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97F97BF" w14:textId="6100D8EA" w:rsidR="0085747A" w:rsidRPr="00694A9F" w:rsidRDefault="004321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694A9F" w14:paraId="41812243" w14:textId="77777777" w:rsidTr="00923D7D">
        <w:tc>
          <w:tcPr>
            <w:tcW w:w="4962" w:type="dxa"/>
          </w:tcPr>
          <w:p w14:paraId="0FBCBE27" w14:textId="77777777" w:rsidR="00C61DC5" w:rsidRPr="00694A9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694A9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7A234" w14:textId="0C065893" w:rsidR="00C61DC5" w:rsidRPr="00694A9F" w:rsidRDefault="00B262DD" w:rsidP="00B26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694A9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767C09" w14:textId="77777777" w:rsidR="00C61DC5" w:rsidRPr="00694A9F" w:rsidRDefault="000459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694A9F" w14:paraId="34D93392" w14:textId="77777777" w:rsidTr="00923D7D">
        <w:tc>
          <w:tcPr>
            <w:tcW w:w="4962" w:type="dxa"/>
          </w:tcPr>
          <w:p w14:paraId="120C38A3" w14:textId="77777777" w:rsidR="0071620A" w:rsidRPr="00694A9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94A9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9E585F3" w14:textId="6A80AB9C" w:rsidR="00C61DC5" w:rsidRPr="00694A9F" w:rsidRDefault="00C61DC5" w:rsidP="00B262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(pr</w:t>
            </w:r>
            <w:r w:rsidR="00B262DD" w:rsidRPr="00694A9F">
              <w:rPr>
                <w:rFonts w:ascii="Corbel" w:hAnsi="Corbel"/>
                <w:sz w:val="24"/>
                <w:szCs w:val="24"/>
              </w:rPr>
              <w:t>zygotowanie do zajęć, przygotowanie pracy projektowej)</w:t>
            </w:r>
          </w:p>
        </w:tc>
        <w:tc>
          <w:tcPr>
            <w:tcW w:w="4677" w:type="dxa"/>
          </w:tcPr>
          <w:p w14:paraId="7550B914" w14:textId="0DE53D4B" w:rsidR="00C61DC5" w:rsidRPr="00694A9F" w:rsidRDefault="0094565C" w:rsidP="004321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1</w:t>
            </w:r>
            <w:r w:rsidR="004321F7" w:rsidRPr="00694A9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694A9F" w14:paraId="3503A967" w14:textId="77777777" w:rsidTr="00923D7D">
        <w:tc>
          <w:tcPr>
            <w:tcW w:w="4962" w:type="dxa"/>
          </w:tcPr>
          <w:p w14:paraId="0B9C32E5" w14:textId="77777777" w:rsidR="0085747A" w:rsidRPr="00694A9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94048" w14:textId="77777777" w:rsidR="0085747A" w:rsidRPr="00694A9F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694A9F" w14:paraId="38E26151" w14:textId="77777777" w:rsidTr="00923D7D">
        <w:tc>
          <w:tcPr>
            <w:tcW w:w="4962" w:type="dxa"/>
          </w:tcPr>
          <w:p w14:paraId="6886A471" w14:textId="77777777" w:rsidR="0085747A" w:rsidRPr="00694A9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4A9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05F7399" w14:textId="77777777" w:rsidR="0085747A" w:rsidRPr="00694A9F" w:rsidRDefault="009456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FBC24C2" w14:textId="77777777" w:rsidR="0085747A" w:rsidRPr="00694A9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4A9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4A9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FDB197E" w14:textId="77777777" w:rsidR="003E1941" w:rsidRPr="00694A9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6DC9A5" w14:textId="77777777" w:rsidR="0085747A" w:rsidRPr="00694A9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4A9F">
        <w:rPr>
          <w:rFonts w:ascii="Corbel" w:hAnsi="Corbel"/>
          <w:smallCaps w:val="0"/>
          <w:szCs w:val="24"/>
        </w:rPr>
        <w:t xml:space="preserve">6. </w:t>
      </w:r>
      <w:r w:rsidR="0085747A" w:rsidRPr="00694A9F">
        <w:rPr>
          <w:rFonts w:ascii="Corbel" w:hAnsi="Corbel"/>
          <w:smallCaps w:val="0"/>
          <w:szCs w:val="24"/>
        </w:rPr>
        <w:t>PRAKTYKI ZAWO</w:t>
      </w:r>
      <w:r w:rsidR="009C1331" w:rsidRPr="00694A9F">
        <w:rPr>
          <w:rFonts w:ascii="Corbel" w:hAnsi="Corbel"/>
          <w:smallCaps w:val="0"/>
          <w:szCs w:val="24"/>
        </w:rPr>
        <w:t>DOWE W RAMACH PRZEDMIOTU</w:t>
      </w:r>
    </w:p>
    <w:p w14:paraId="45DD94BC" w14:textId="77777777" w:rsidR="0085747A" w:rsidRPr="00694A9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94A9F" w14:paraId="6D9C8C8E" w14:textId="77777777" w:rsidTr="0071620A">
        <w:trPr>
          <w:trHeight w:val="397"/>
        </w:trPr>
        <w:tc>
          <w:tcPr>
            <w:tcW w:w="3544" w:type="dxa"/>
          </w:tcPr>
          <w:p w14:paraId="609FC94F" w14:textId="77777777" w:rsidR="0085747A" w:rsidRPr="00694A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CFAD3CF" w14:textId="77777777" w:rsidR="0085747A" w:rsidRPr="00694A9F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94A9F" w14:paraId="30B09F17" w14:textId="77777777" w:rsidTr="0071620A">
        <w:trPr>
          <w:trHeight w:val="397"/>
        </w:trPr>
        <w:tc>
          <w:tcPr>
            <w:tcW w:w="3544" w:type="dxa"/>
          </w:tcPr>
          <w:p w14:paraId="29C91434" w14:textId="77777777" w:rsidR="0085747A" w:rsidRPr="00694A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18E908" w14:textId="77777777" w:rsidR="0085747A" w:rsidRPr="00694A9F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A9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2D3FE44" w14:textId="77777777" w:rsidR="003E1941" w:rsidRPr="00694A9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CE2011" w14:textId="77777777" w:rsidR="0085747A" w:rsidRPr="00694A9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4A9F">
        <w:rPr>
          <w:rFonts w:ascii="Corbel" w:hAnsi="Corbel"/>
          <w:smallCaps w:val="0"/>
          <w:szCs w:val="24"/>
        </w:rPr>
        <w:t xml:space="preserve">7. </w:t>
      </w:r>
      <w:r w:rsidR="0085747A" w:rsidRPr="00694A9F">
        <w:rPr>
          <w:rFonts w:ascii="Corbel" w:hAnsi="Corbel"/>
          <w:smallCaps w:val="0"/>
          <w:szCs w:val="24"/>
        </w:rPr>
        <w:t>LITERATURA</w:t>
      </w:r>
      <w:r w:rsidRPr="00694A9F">
        <w:rPr>
          <w:rFonts w:ascii="Corbel" w:hAnsi="Corbel"/>
          <w:smallCaps w:val="0"/>
          <w:szCs w:val="24"/>
        </w:rPr>
        <w:t xml:space="preserve"> </w:t>
      </w:r>
    </w:p>
    <w:p w14:paraId="13B0E9D9" w14:textId="77777777" w:rsidR="00675843" w:rsidRPr="00694A9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4565C" w:rsidRPr="00694A9F" w14:paraId="1CDFE5CF" w14:textId="77777777" w:rsidTr="0071620A">
        <w:trPr>
          <w:trHeight w:val="397"/>
        </w:trPr>
        <w:tc>
          <w:tcPr>
            <w:tcW w:w="7513" w:type="dxa"/>
          </w:tcPr>
          <w:p w14:paraId="0507E0C2" w14:textId="77777777" w:rsidR="00B36668" w:rsidRPr="00694A9F" w:rsidRDefault="00B36668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A462B6D" w14:textId="77777777" w:rsidR="002C5A53" w:rsidRPr="00694A9F" w:rsidRDefault="002C5A53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0FCA9E0" w14:textId="77777777" w:rsidR="00B36668" w:rsidRPr="00694A9F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94A9F">
              <w:rPr>
                <w:rFonts w:ascii="Corbel" w:hAnsi="Corbel"/>
                <w:sz w:val="24"/>
                <w:szCs w:val="24"/>
              </w:rPr>
              <w:t>Hreciński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694A9F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694A9F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694A9F">
              <w:rPr>
                <w:rFonts w:ascii="Corbel" w:hAnsi="Corbel"/>
                <w:i/>
                <w:sz w:val="24"/>
                <w:szCs w:val="24"/>
              </w:rPr>
              <w:t xml:space="preserve"> nauczycieli</w:t>
            </w:r>
            <w:r w:rsidRPr="00694A9F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94A9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480DAF78" w14:textId="77777777" w:rsidR="00330AF1" w:rsidRPr="00694A9F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Stawiarska P., </w:t>
            </w:r>
            <w:r w:rsidRPr="00694A9F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694A9F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694A9F">
              <w:rPr>
                <w:rFonts w:ascii="Corbel" w:hAnsi="Corbel"/>
                <w:i/>
                <w:sz w:val="24"/>
                <w:szCs w:val="24"/>
              </w:rPr>
              <w:t xml:space="preserve"> w perspektywie wyzwań współczesnego świata</w:t>
            </w:r>
            <w:r w:rsidRPr="00694A9F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694A9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 xml:space="preserve"> SA, Warszawa 2016.</w:t>
            </w:r>
          </w:p>
          <w:p w14:paraId="5011782B" w14:textId="77777777" w:rsidR="00330AF1" w:rsidRPr="00694A9F" w:rsidRDefault="00330AF1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Sęk H. (red.), </w:t>
            </w:r>
            <w:r w:rsidRPr="00694A9F">
              <w:rPr>
                <w:rFonts w:ascii="Corbel" w:hAnsi="Corbel"/>
                <w:i/>
                <w:sz w:val="24"/>
                <w:szCs w:val="24"/>
              </w:rPr>
              <w:t xml:space="preserve">Wypalenie </w:t>
            </w:r>
            <w:proofErr w:type="spellStart"/>
            <w:r w:rsidRPr="00694A9F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>, Wydawnictwo Naukowe PWN, Warszawa 2010.</w:t>
            </w:r>
          </w:p>
          <w:p w14:paraId="493BE0D6" w14:textId="77777777" w:rsidR="007751E4" w:rsidRPr="00694A9F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4A9F">
              <w:rPr>
                <w:rFonts w:ascii="Corbel" w:hAnsi="Corbel"/>
                <w:sz w:val="24"/>
                <w:szCs w:val="24"/>
              </w:rPr>
              <w:t xml:space="preserve">Kordziński J., </w:t>
            </w:r>
            <w:r w:rsidRPr="00694A9F">
              <w:rPr>
                <w:rFonts w:ascii="Corbel" w:hAnsi="Corbel"/>
                <w:i/>
                <w:sz w:val="24"/>
                <w:szCs w:val="24"/>
              </w:rPr>
              <w:t>Przeciwdziałanie wypaleniu zawodowemu</w:t>
            </w:r>
            <w:r w:rsidRPr="00694A9F">
              <w:rPr>
                <w:rFonts w:ascii="Corbel" w:hAnsi="Corbel"/>
                <w:sz w:val="24"/>
                <w:szCs w:val="24"/>
              </w:rPr>
              <w:t>, Oficyna Wolters Kluwer, Warszawa 2019.</w:t>
            </w:r>
          </w:p>
          <w:p w14:paraId="192D5C11" w14:textId="77777777" w:rsidR="007751E4" w:rsidRPr="00694A9F" w:rsidRDefault="007751E4" w:rsidP="00330A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94A9F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694A9F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 xml:space="preserve"> M.P, </w:t>
            </w:r>
            <w:r w:rsidRPr="00694A9F">
              <w:rPr>
                <w:rFonts w:ascii="Corbel" w:hAnsi="Corbel"/>
                <w:i/>
                <w:sz w:val="24"/>
                <w:szCs w:val="24"/>
              </w:rPr>
              <w:t xml:space="preserve">Prawda o wypaleniu </w:t>
            </w:r>
            <w:proofErr w:type="spellStart"/>
            <w:r w:rsidRPr="00694A9F">
              <w:rPr>
                <w:rFonts w:ascii="Corbel" w:hAnsi="Corbel"/>
                <w:i/>
                <w:sz w:val="24"/>
                <w:szCs w:val="24"/>
              </w:rPr>
              <w:t>zawodwym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>, Wydawnictwo Naukowe PWN, Warszawa 2014.</w:t>
            </w:r>
          </w:p>
          <w:p w14:paraId="7C31C859" w14:textId="77777777" w:rsidR="0094565C" w:rsidRPr="00694A9F" w:rsidRDefault="00330AF1" w:rsidP="007751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94A9F">
              <w:rPr>
                <w:rFonts w:ascii="Corbel" w:hAnsi="Corbel"/>
                <w:sz w:val="24"/>
                <w:szCs w:val="24"/>
              </w:rPr>
              <w:t>Maslach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694A9F">
              <w:rPr>
                <w:rFonts w:ascii="Corbel" w:hAnsi="Corbel"/>
                <w:sz w:val="24"/>
                <w:szCs w:val="24"/>
              </w:rPr>
              <w:t>Leiter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 xml:space="preserve"> M.P., </w:t>
            </w:r>
            <w:r w:rsidRPr="00694A9F">
              <w:rPr>
                <w:rFonts w:ascii="Corbel" w:hAnsi="Corbel"/>
                <w:i/>
                <w:sz w:val="24"/>
                <w:szCs w:val="24"/>
              </w:rPr>
              <w:t xml:space="preserve">Pokonać wypalenie </w:t>
            </w:r>
            <w:proofErr w:type="spellStart"/>
            <w:r w:rsidRPr="00694A9F">
              <w:rPr>
                <w:rFonts w:ascii="Corbel" w:hAnsi="Corbel"/>
                <w:i/>
                <w:sz w:val="24"/>
                <w:szCs w:val="24"/>
              </w:rPr>
              <w:t>zawodwe</w:t>
            </w:r>
            <w:proofErr w:type="spellEnd"/>
            <w:r w:rsidRPr="00694A9F">
              <w:rPr>
                <w:rFonts w:ascii="Corbel" w:hAnsi="Corbel"/>
                <w:sz w:val="24"/>
                <w:szCs w:val="24"/>
              </w:rPr>
              <w:t>, Oficyna Wolters Kluwer</w:t>
            </w:r>
            <w:r w:rsidR="007751E4" w:rsidRPr="00694A9F">
              <w:rPr>
                <w:rFonts w:ascii="Corbel" w:hAnsi="Corbel"/>
                <w:sz w:val="24"/>
                <w:szCs w:val="24"/>
              </w:rPr>
              <w:t>,</w:t>
            </w:r>
            <w:r w:rsidRPr="00694A9F">
              <w:rPr>
                <w:rFonts w:ascii="Corbel" w:hAnsi="Corbel"/>
                <w:sz w:val="24"/>
                <w:szCs w:val="24"/>
              </w:rPr>
              <w:t xml:space="preserve"> Warszawa 2010.</w:t>
            </w:r>
          </w:p>
        </w:tc>
      </w:tr>
    </w:tbl>
    <w:p w14:paraId="0D9DE43A" w14:textId="77777777" w:rsidR="0085747A" w:rsidRPr="00694A9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7D49467B" w14:textId="77777777" w:rsidR="0085747A" w:rsidRPr="00694A9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21CC79" w14:textId="77777777" w:rsidR="0085747A" w:rsidRPr="00694A9F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94A9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EAE3E75" w14:textId="77777777" w:rsidR="00C65F33" w:rsidRPr="00694A9F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EFC21" w14:textId="77777777" w:rsidR="00C65F33" w:rsidRPr="00694A9F" w:rsidRDefault="00C65F3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C65F33" w:rsidRPr="00694A9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D9716" w14:textId="77777777" w:rsidR="00D45760" w:rsidRDefault="00D45760" w:rsidP="00C16ABF">
      <w:pPr>
        <w:spacing w:after="0" w:line="240" w:lineRule="auto"/>
      </w:pPr>
      <w:r>
        <w:separator/>
      </w:r>
    </w:p>
  </w:endnote>
  <w:endnote w:type="continuationSeparator" w:id="0">
    <w:p w14:paraId="1CF1B3A1" w14:textId="77777777" w:rsidR="00D45760" w:rsidRDefault="00D457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8F24DE" w14:textId="77777777" w:rsidR="00D45760" w:rsidRDefault="00D45760" w:rsidP="00C16ABF">
      <w:pPr>
        <w:spacing w:after="0" w:line="240" w:lineRule="auto"/>
      </w:pPr>
      <w:r>
        <w:separator/>
      </w:r>
    </w:p>
  </w:footnote>
  <w:footnote w:type="continuationSeparator" w:id="0">
    <w:p w14:paraId="2E071135" w14:textId="77777777" w:rsidR="00D45760" w:rsidRDefault="00D45760" w:rsidP="00C16ABF">
      <w:pPr>
        <w:spacing w:after="0" w:line="240" w:lineRule="auto"/>
      </w:pPr>
      <w:r>
        <w:continuationSeparator/>
      </w:r>
    </w:p>
  </w:footnote>
  <w:footnote w:id="1">
    <w:p w14:paraId="591521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9D1"/>
    <w:rsid w:val="00015B8F"/>
    <w:rsid w:val="00020B44"/>
    <w:rsid w:val="00022ECE"/>
    <w:rsid w:val="00042A51"/>
    <w:rsid w:val="00042D2E"/>
    <w:rsid w:val="00044C82"/>
    <w:rsid w:val="00045943"/>
    <w:rsid w:val="00061F2F"/>
    <w:rsid w:val="00070ED6"/>
    <w:rsid w:val="000742DC"/>
    <w:rsid w:val="00075425"/>
    <w:rsid w:val="00077802"/>
    <w:rsid w:val="000835F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58A9"/>
    <w:rsid w:val="00146BC0"/>
    <w:rsid w:val="00150587"/>
    <w:rsid w:val="00153C41"/>
    <w:rsid w:val="00154381"/>
    <w:rsid w:val="0015663E"/>
    <w:rsid w:val="001640A7"/>
    <w:rsid w:val="00164FA7"/>
    <w:rsid w:val="001650AA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C3857"/>
    <w:rsid w:val="001D2EEC"/>
    <w:rsid w:val="001D657B"/>
    <w:rsid w:val="001D7B54"/>
    <w:rsid w:val="001E0209"/>
    <w:rsid w:val="001F2CA2"/>
    <w:rsid w:val="002144C0"/>
    <w:rsid w:val="002208AB"/>
    <w:rsid w:val="002225BB"/>
    <w:rsid w:val="0022477D"/>
    <w:rsid w:val="002278A9"/>
    <w:rsid w:val="002336F9"/>
    <w:rsid w:val="0024028F"/>
    <w:rsid w:val="00244ABC"/>
    <w:rsid w:val="0026380E"/>
    <w:rsid w:val="0027476E"/>
    <w:rsid w:val="00281FF2"/>
    <w:rsid w:val="002857DE"/>
    <w:rsid w:val="00291567"/>
    <w:rsid w:val="002A22BF"/>
    <w:rsid w:val="002A2389"/>
    <w:rsid w:val="002A671D"/>
    <w:rsid w:val="002B35B5"/>
    <w:rsid w:val="002B4D55"/>
    <w:rsid w:val="002B5EA0"/>
    <w:rsid w:val="002B6119"/>
    <w:rsid w:val="002C1F06"/>
    <w:rsid w:val="002C5A53"/>
    <w:rsid w:val="002D3375"/>
    <w:rsid w:val="002D56F1"/>
    <w:rsid w:val="002D73D4"/>
    <w:rsid w:val="002E4F25"/>
    <w:rsid w:val="002F02A3"/>
    <w:rsid w:val="002F4ABE"/>
    <w:rsid w:val="003018BA"/>
    <w:rsid w:val="0030395F"/>
    <w:rsid w:val="00305C92"/>
    <w:rsid w:val="00312127"/>
    <w:rsid w:val="003151C5"/>
    <w:rsid w:val="00330AF1"/>
    <w:rsid w:val="003343CF"/>
    <w:rsid w:val="00346FE9"/>
    <w:rsid w:val="0034759A"/>
    <w:rsid w:val="003503F6"/>
    <w:rsid w:val="003530DD"/>
    <w:rsid w:val="00354478"/>
    <w:rsid w:val="00363F78"/>
    <w:rsid w:val="003819DD"/>
    <w:rsid w:val="00397B4F"/>
    <w:rsid w:val="003A0A5B"/>
    <w:rsid w:val="003A1176"/>
    <w:rsid w:val="003C0BAE"/>
    <w:rsid w:val="003C0ED1"/>
    <w:rsid w:val="003D18A9"/>
    <w:rsid w:val="003D6CE2"/>
    <w:rsid w:val="003E1941"/>
    <w:rsid w:val="003E2FE6"/>
    <w:rsid w:val="003E49D5"/>
    <w:rsid w:val="003F38C0"/>
    <w:rsid w:val="00403819"/>
    <w:rsid w:val="004133EE"/>
    <w:rsid w:val="00414E3C"/>
    <w:rsid w:val="0042244A"/>
    <w:rsid w:val="0042745A"/>
    <w:rsid w:val="00431D5C"/>
    <w:rsid w:val="004321F7"/>
    <w:rsid w:val="004362C6"/>
    <w:rsid w:val="00437FA2"/>
    <w:rsid w:val="004400B8"/>
    <w:rsid w:val="00441BE9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9B"/>
    <w:rsid w:val="004D5282"/>
    <w:rsid w:val="004E3B1E"/>
    <w:rsid w:val="004F07A8"/>
    <w:rsid w:val="004F1551"/>
    <w:rsid w:val="004F55A3"/>
    <w:rsid w:val="0050496F"/>
    <w:rsid w:val="00513B6F"/>
    <w:rsid w:val="00517C63"/>
    <w:rsid w:val="00523487"/>
    <w:rsid w:val="00526C94"/>
    <w:rsid w:val="005363C4"/>
    <w:rsid w:val="00536BDE"/>
    <w:rsid w:val="00543ACC"/>
    <w:rsid w:val="005503FB"/>
    <w:rsid w:val="00560C68"/>
    <w:rsid w:val="0056696D"/>
    <w:rsid w:val="005738AE"/>
    <w:rsid w:val="00573EF9"/>
    <w:rsid w:val="0059484D"/>
    <w:rsid w:val="005A0855"/>
    <w:rsid w:val="005A0F5F"/>
    <w:rsid w:val="005A3196"/>
    <w:rsid w:val="005B3509"/>
    <w:rsid w:val="005C080F"/>
    <w:rsid w:val="005C55E5"/>
    <w:rsid w:val="005C696A"/>
    <w:rsid w:val="005E6E85"/>
    <w:rsid w:val="005F31D2"/>
    <w:rsid w:val="0060616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603"/>
    <w:rsid w:val="00685D89"/>
    <w:rsid w:val="006870B1"/>
    <w:rsid w:val="0069397C"/>
    <w:rsid w:val="00694A9F"/>
    <w:rsid w:val="00696477"/>
    <w:rsid w:val="006B6B58"/>
    <w:rsid w:val="006C54AB"/>
    <w:rsid w:val="006D050F"/>
    <w:rsid w:val="006D4D74"/>
    <w:rsid w:val="006D6139"/>
    <w:rsid w:val="006E5D65"/>
    <w:rsid w:val="006F1282"/>
    <w:rsid w:val="006F1FBC"/>
    <w:rsid w:val="006F31E2"/>
    <w:rsid w:val="00703947"/>
    <w:rsid w:val="007041BD"/>
    <w:rsid w:val="00706544"/>
    <w:rsid w:val="007072BA"/>
    <w:rsid w:val="0071620A"/>
    <w:rsid w:val="00724677"/>
    <w:rsid w:val="00725459"/>
    <w:rsid w:val="007327BD"/>
    <w:rsid w:val="00734608"/>
    <w:rsid w:val="00744E93"/>
    <w:rsid w:val="00745302"/>
    <w:rsid w:val="007461D6"/>
    <w:rsid w:val="00746EC8"/>
    <w:rsid w:val="00763BF1"/>
    <w:rsid w:val="00766FD4"/>
    <w:rsid w:val="0077243F"/>
    <w:rsid w:val="007751E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523"/>
    <w:rsid w:val="007F1652"/>
    <w:rsid w:val="007F362C"/>
    <w:rsid w:val="007F4155"/>
    <w:rsid w:val="0080379F"/>
    <w:rsid w:val="0081554D"/>
    <w:rsid w:val="0081707E"/>
    <w:rsid w:val="008449B3"/>
    <w:rsid w:val="0085747A"/>
    <w:rsid w:val="008630A2"/>
    <w:rsid w:val="00875468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116"/>
    <w:rsid w:val="00914F68"/>
    <w:rsid w:val="00916188"/>
    <w:rsid w:val="00923D7D"/>
    <w:rsid w:val="0094565C"/>
    <w:rsid w:val="00945B08"/>
    <w:rsid w:val="009508DF"/>
    <w:rsid w:val="00950C8A"/>
    <w:rsid w:val="00950DAC"/>
    <w:rsid w:val="00954A07"/>
    <w:rsid w:val="00956799"/>
    <w:rsid w:val="00997F14"/>
    <w:rsid w:val="009A78CD"/>
    <w:rsid w:val="009A78D9"/>
    <w:rsid w:val="009B4D68"/>
    <w:rsid w:val="009C08B7"/>
    <w:rsid w:val="009C1331"/>
    <w:rsid w:val="009C3E31"/>
    <w:rsid w:val="009C54AE"/>
    <w:rsid w:val="009C788E"/>
    <w:rsid w:val="009E3B41"/>
    <w:rsid w:val="009F0479"/>
    <w:rsid w:val="009F3C5C"/>
    <w:rsid w:val="009F4610"/>
    <w:rsid w:val="009F580D"/>
    <w:rsid w:val="00A00ECC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935"/>
    <w:rsid w:val="00A7732B"/>
    <w:rsid w:val="00A84C85"/>
    <w:rsid w:val="00A948F1"/>
    <w:rsid w:val="00A97DE1"/>
    <w:rsid w:val="00AB053C"/>
    <w:rsid w:val="00AB7391"/>
    <w:rsid w:val="00AC0A74"/>
    <w:rsid w:val="00AC110A"/>
    <w:rsid w:val="00AC3592"/>
    <w:rsid w:val="00AD1146"/>
    <w:rsid w:val="00AD1AEE"/>
    <w:rsid w:val="00AD27D3"/>
    <w:rsid w:val="00AD66D6"/>
    <w:rsid w:val="00AE1160"/>
    <w:rsid w:val="00AE203C"/>
    <w:rsid w:val="00AE2E74"/>
    <w:rsid w:val="00AE5FCB"/>
    <w:rsid w:val="00AF2C1E"/>
    <w:rsid w:val="00AF3A5D"/>
    <w:rsid w:val="00B06142"/>
    <w:rsid w:val="00B135B1"/>
    <w:rsid w:val="00B262DD"/>
    <w:rsid w:val="00B3130B"/>
    <w:rsid w:val="00B3666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4CD2"/>
    <w:rsid w:val="00BB520A"/>
    <w:rsid w:val="00BC478C"/>
    <w:rsid w:val="00BD3869"/>
    <w:rsid w:val="00BD66E9"/>
    <w:rsid w:val="00BD6FF4"/>
    <w:rsid w:val="00BE6880"/>
    <w:rsid w:val="00BF2C41"/>
    <w:rsid w:val="00C0183D"/>
    <w:rsid w:val="00C058B4"/>
    <w:rsid w:val="00C05F44"/>
    <w:rsid w:val="00C131B5"/>
    <w:rsid w:val="00C16ABF"/>
    <w:rsid w:val="00C170AE"/>
    <w:rsid w:val="00C25E41"/>
    <w:rsid w:val="00C26CB7"/>
    <w:rsid w:val="00C324C1"/>
    <w:rsid w:val="00C36992"/>
    <w:rsid w:val="00C53805"/>
    <w:rsid w:val="00C56036"/>
    <w:rsid w:val="00C61DC5"/>
    <w:rsid w:val="00C65F33"/>
    <w:rsid w:val="00C67E92"/>
    <w:rsid w:val="00C70A26"/>
    <w:rsid w:val="00C766DF"/>
    <w:rsid w:val="00C90D14"/>
    <w:rsid w:val="00C91241"/>
    <w:rsid w:val="00C94B98"/>
    <w:rsid w:val="00C96A50"/>
    <w:rsid w:val="00CA2B96"/>
    <w:rsid w:val="00CA5089"/>
    <w:rsid w:val="00CA773C"/>
    <w:rsid w:val="00CB31D7"/>
    <w:rsid w:val="00CB42CB"/>
    <w:rsid w:val="00CB5FDE"/>
    <w:rsid w:val="00CD1C37"/>
    <w:rsid w:val="00CD1D49"/>
    <w:rsid w:val="00CD6897"/>
    <w:rsid w:val="00CE5BAC"/>
    <w:rsid w:val="00CF25BE"/>
    <w:rsid w:val="00CF78ED"/>
    <w:rsid w:val="00D02B25"/>
    <w:rsid w:val="00D02EBA"/>
    <w:rsid w:val="00D05AAD"/>
    <w:rsid w:val="00D05CCD"/>
    <w:rsid w:val="00D17C3C"/>
    <w:rsid w:val="00D26B2C"/>
    <w:rsid w:val="00D31F50"/>
    <w:rsid w:val="00D352C9"/>
    <w:rsid w:val="00D35DE2"/>
    <w:rsid w:val="00D425B2"/>
    <w:rsid w:val="00D428D6"/>
    <w:rsid w:val="00D45760"/>
    <w:rsid w:val="00D552B2"/>
    <w:rsid w:val="00D608D1"/>
    <w:rsid w:val="00D74119"/>
    <w:rsid w:val="00D8075B"/>
    <w:rsid w:val="00D84B97"/>
    <w:rsid w:val="00D85900"/>
    <w:rsid w:val="00D8678B"/>
    <w:rsid w:val="00DA2114"/>
    <w:rsid w:val="00DA4EBE"/>
    <w:rsid w:val="00DB35A0"/>
    <w:rsid w:val="00DD05B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F7F"/>
    <w:rsid w:val="00E51E44"/>
    <w:rsid w:val="00E57F85"/>
    <w:rsid w:val="00E63348"/>
    <w:rsid w:val="00E77E88"/>
    <w:rsid w:val="00E8107D"/>
    <w:rsid w:val="00E8389C"/>
    <w:rsid w:val="00E960BB"/>
    <w:rsid w:val="00E97DC8"/>
    <w:rsid w:val="00EA2074"/>
    <w:rsid w:val="00EA4832"/>
    <w:rsid w:val="00EA4E9D"/>
    <w:rsid w:val="00EB077F"/>
    <w:rsid w:val="00EB6F61"/>
    <w:rsid w:val="00EC4899"/>
    <w:rsid w:val="00ED03AB"/>
    <w:rsid w:val="00ED32D2"/>
    <w:rsid w:val="00ED6D75"/>
    <w:rsid w:val="00EE32DE"/>
    <w:rsid w:val="00EE5457"/>
    <w:rsid w:val="00F070AB"/>
    <w:rsid w:val="00F17567"/>
    <w:rsid w:val="00F27A7B"/>
    <w:rsid w:val="00F4191C"/>
    <w:rsid w:val="00F526AF"/>
    <w:rsid w:val="00F617C3"/>
    <w:rsid w:val="00F7066B"/>
    <w:rsid w:val="00F83B28"/>
    <w:rsid w:val="00F8516E"/>
    <w:rsid w:val="00F94F42"/>
    <w:rsid w:val="00FA46E5"/>
    <w:rsid w:val="00FB7DBA"/>
    <w:rsid w:val="00FC1C25"/>
    <w:rsid w:val="00FC3F45"/>
    <w:rsid w:val="00FD3821"/>
    <w:rsid w:val="00FD503F"/>
    <w:rsid w:val="00FD7589"/>
    <w:rsid w:val="00FF016A"/>
    <w:rsid w:val="00FF1401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30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0A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2747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7476E"/>
    <w:rPr>
      <w:rFonts w:eastAsia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330A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5A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5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5A5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5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5A5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6EADD-4938-4A01-8C00-0A1C6E0E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961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2020-01-16T09:47:00Z</cp:lastPrinted>
  <dcterms:created xsi:type="dcterms:W3CDTF">2019-11-18T12:24:00Z</dcterms:created>
  <dcterms:modified xsi:type="dcterms:W3CDTF">2021-01-18T07:04:00Z</dcterms:modified>
</cp:coreProperties>
</file>